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E9B" w:rsidRDefault="004F11FB" w:rsidP="003C2D94">
      <w:pPr>
        <w:pStyle w:val="Heading1"/>
        <w:jc w:val="both"/>
      </w:pPr>
      <w:r w:rsidRPr="008B401B">
        <w:t>Fi</w:t>
      </w:r>
      <w:r w:rsidR="003A05CC" w:rsidRPr="008B401B">
        <w:t>ș</w:t>
      </w:r>
      <w:r w:rsidR="00CC601F" w:rsidRPr="008B401B">
        <w:t>a 1</w:t>
      </w:r>
      <w:r w:rsidR="004342FB">
        <w:t>3</w:t>
      </w:r>
      <w:r w:rsidR="0007470F" w:rsidRPr="008B401B">
        <w:t xml:space="preserve">web </w:t>
      </w:r>
      <w:r w:rsidRPr="008B401B">
        <w:t xml:space="preserve">– </w:t>
      </w:r>
      <w:r w:rsidR="008A3B91">
        <w:t>PHP</w:t>
      </w:r>
      <w:r w:rsidR="009F10C2" w:rsidRPr="008B401B">
        <w:t>:</w:t>
      </w:r>
      <w:r w:rsidR="004342FB">
        <w:t>instrucți</w:t>
      </w:r>
      <w:r w:rsidR="003B4064">
        <w:t>uni, tablouri (vectori,</w:t>
      </w:r>
      <w:r w:rsidR="004342FB">
        <w:t xml:space="preserve"> șiruri de caractere)</w:t>
      </w:r>
      <w:r w:rsidR="005D24E2">
        <w:t>, funcții</w:t>
      </w:r>
      <w:r w:rsidR="00195B45">
        <w:t>.</w:t>
      </w:r>
      <w:r w:rsidR="003B4064">
        <w:t xml:space="preserve"> - CONTINUARE</w:t>
      </w:r>
    </w:p>
    <w:p w:rsidR="00B33999" w:rsidRDefault="003B4064" w:rsidP="00B33999">
      <w:r>
        <w:t>Deschideti</w:t>
      </w:r>
      <w:r w:rsidR="00B33999">
        <w:t xml:space="preserve"> in WebMatrix site</w:t>
      </w:r>
      <w:r>
        <w:t>-ul num</w:t>
      </w:r>
      <w:r w:rsidR="00B33999">
        <w:t>it Fisa13</w:t>
      </w:r>
      <w:r>
        <w:t xml:space="preserve"> (de ora trecuta)</w:t>
      </w:r>
      <w:r w:rsidR="00B33999">
        <w:t xml:space="preserve"> care </w:t>
      </w:r>
      <w:r>
        <w:t>va trebui sa contina la final</w:t>
      </w:r>
      <w:r w:rsidR="00B33999">
        <w:t xml:space="preserve">  5 fisiere</w:t>
      </w:r>
      <w:r>
        <w:t xml:space="preserve"> (ora trecuta ati creat fisierele de la punctele a,b,c, ( ora aceasta creati fisierele de la punctele d si e )</w:t>
      </w:r>
      <w:r w:rsidR="00B33999">
        <w:t xml:space="preserve">: </w:t>
      </w:r>
    </w:p>
    <w:p w:rsidR="00B33999" w:rsidRPr="00B33999" w:rsidRDefault="00B33999" w:rsidP="00B33999">
      <w:pPr>
        <w:pStyle w:val="ListParagraph"/>
        <w:numPr>
          <w:ilvl w:val="1"/>
          <w:numId w:val="33"/>
        </w:numPr>
      </w:pPr>
      <w:r>
        <w:t xml:space="preserve">Fisierul </w:t>
      </w:r>
      <w:r w:rsidRPr="00904CE3">
        <w:rPr>
          <w:i/>
        </w:rPr>
        <w:t>index.html</w:t>
      </w:r>
      <w:r>
        <w:t xml:space="preserve"> </w:t>
      </w:r>
      <w:r w:rsidRPr="00904CE3">
        <w:t>care va contine: numele, clasa, textul „</w:t>
      </w:r>
      <w:r>
        <w:t>Fisa13</w:t>
      </w:r>
      <w:r w:rsidRPr="00904CE3">
        <w:t>” si 4 link-uri catre fisierele de mai jos</w:t>
      </w:r>
      <w:r w:rsidR="001B6B8C">
        <w:t xml:space="preserve"> </w:t>
      </w:r>
      <w:r w:rsidRPr="00904CE3">
        <w:t xml:space="preserve"> (ex. link :</w:t>
      </w:r>
      <w:r>
        <w:t xml:space="preserve">  </w:t>
      </w:r>
      <w:r w:rsidRPr="003A07CA">
        <w:rPr>
          <w:rFonts w:ascii="Consolas" w:hAnsi="Consolas" w:cs="Consolas"/>
          <w:color w:val="4F76AC"/>
          <w:lang w:val="en-US" w:eastAsia="en-US"/>
        </w:rPr>
        <w:t>&lt;</w:t>
      </w:r>
      <w:r w:rsidRPr="003A07CA">
        <w:rPr>
          <w:rFonts w:ascii="Consolas" w:hAnsi="Consolas" w:cs="Consolas"/>
          <w:color w:val="823125"/>
          <w:lang w:val="en-US" w:eastAsia="en-US"/>
        </w:rPr>
        <w:t>p</w:t>
      </w:r>
      <w:r w:rsidRPr="003A07CA">
        <w:rPr>
          <w:rFonts w:ascii="Consolas" w:hAnsi="Consolas" w:cs="Consolas"/>
          <w:color w:val="4F76AC"/>
          <w:lang w:val="en-US" w:eastAsia="en-US"/>
        </w:rPr>
        <w:t>&gt;</w:t>
      </w:r>
      <w:r w:rsidRPr="003A07CA">
        <w:rPr>
          <w:rFonts w:ascii="Consolas" w:hAnsi="Consolas" w:cs="Consolas"/>
          <w:color w:val="000000"/>
          <w:lang w:val="en-US" w:eastAsia="en-US"/>
        </w:rPr>
        <w:t xml:space="preserve">se executa </w:t>
      </w:r>
      <w:r w:rsidRPr="003A07CA">
        <w:rPr>
          <w:rFonts w:ascii="Consolas" w:hAnsi="Consolas" w:cs="Consolas"/>
          <w:color w:val="4F76AC"/>
          <w:lang w:val="en-US" w:eastAsia="en-US"/>
        </w:rPr>
        <w:t>&lt;</w:t>
      </w:r>
      <w:r w:rsidRPr="003A07CA">
        <w:rPr>
          <w:rFonts w:ascii="Consolas" w:hAnsi="Consolas" w:cs="Consolas"/>
          <w:color w:val="823125"/>
          <w:lang w:val="en-US" w:eastAsia="en-US"/>
        </w:rPr>
        <w:t>a</w:t>
      </w:r>
      <w:r w:rsidRPr="003A07CA">
        <w:rPr>
          <w:rFonts w:ascii="Consolas" w:hAnsi="Consolas" w:cs="Consolas"/>
          <w:color w:val="000000"/>
          <w:lang w:val="en-US" w:eastAsia="en-US"/>
        </w:rPr>
        <w:t xml:space="preserve"> </w:t>
      </w:r>
      <w:r w:rsidRPr="003A07CA">
        <w:rPr>
          <w:rFonts w:ascii="Consolas" w:hAnsi="Consolas" w:cs="Consolas"/>
          <w:color w:val="CF4820"/>
          <w:lang w:val="en-US" w:eastAsia="en-US"/>
        </w:rPr>
        <w:t>href</w:t>
      </w:r>
      <w:r>
        <w:rPr>
          <w:rFonts w:ascii="Consolas" w:hAnsi="Consolas" w:cs="Consolas"/>
          <w:color w:val="4F76AC"/>
          <w:lang w:val="en-US" w:eastAsia="en-US"/>
        </w:rPr>
        <w:t>="p1</w:t>
      </w:r>
      <w:r w:rsidRPr="003A07CA">
        <w:rPr>
          <w:rFonts w:ascii="Consolas" w:hAnsi="Consolas" w:cs="Consolas"/>
          <w:color w:val="4F76AC"/>
          <w:lang w:val="en-US" w:eastAsia="en-US"/>
        </w:rPr>
        <w:t>.php"&gt;</w:t>
      </w:r>
      <w:r>
        <w:rPr>
          <w:rFonts w:ascii="Consolas" w:hAnsi="Consolas" w:cs="Consolas"/>
          <w:color w:val="4F76AC"/>
          <w:lang w:val="en-US" w:eastAsia="en-US"/>
        </w:rPr>
        <w:t xml:space="preserve"> scriptul </w:t>
      </w:r>
      <w:r>
        <w:rPr>
          <w:rFonts w:ascii="Consolas" w:hAnsi="Consolas" w:cs="Consolas"/>
          <w:color w:val="000000"/>
          <w:lang w:val="en-US" w:eastAsia="en-US"/>
        </w:rPr>
        <w:t>p1</w:t>
      </w:r>
      <w:r w:rsidRPr="003A07CA">
        <w:rPr>
          <w:rFonts w:ascii="Consolas" w:hAnsi="Consolas" w:cs="Consolas"/>
          <w:color w:val="4F76AC"/>
          <w:lang w:val="en-US" w:eastAsia="en-US"/>
        </w:rPr>
        <w:t>&lt;/</w:t>
      </w:r>
      <w:r w:rsidRPr="003A07CA">
        <w:rPr>
          <w:rFonts w:ascii="Consolas" w:hAnsi="Consolas" w:cs="Consolas"/>
          <w:color w:val="823125"/>
          <w:lang w:val="en-US" w:eastAsia="en-US"/>
        </w:rPr>
        <w:t>a</w:t>
      </w:r>
      <w:r w:rsidRPr="003A07CA">
        <w:rPr>
          <w:rFonts w:ascii="Consolas" w:hAnsi="Consolas" w:cs="Consolas"/>
          <w:color w:val="4F76AC"/>
          <w:lang w:val="en-US" w:eastAsia="en-US"/>
        </w:rPr>
        <w:t>&gt;&lt;/</w:t>
      </w:r>
      <w:r w:rsidRPr="003A07CA">
        <w:rPr>
          <w:rFonts w:ascii="Consolas" w:hAnsi="Consolas" w:cs="Consolas"/>
          <w:color w:val="823125"/>
          <w:lang w:val="en-US" w:eastAsia="en-US"/>
        </w:rPr>
        <w:t>p</w:t>
      </w:r>
      <w:r w:rsidRPr="003A07CA">
        <w:rPr>
          <w:rFonts w:ascii="Consolas" w:hAnsi="Consolas" w:cs="Consolas"/>
          <w:color w:val="4F76AC"/>
          <w:lang w:val="en-US" w:eastAsia="en-US"/>
        </w:rPr>
        <w:t>&gt;</w:t>
      </w:r>
    </w:p>
    <w:p w:rsidR="00B33999" w:rsidRDefault="00B33999" w:rsidP="00B33999">
      <w:pPr>
        <w:pStyle w:val="ListParagraph"/>
        <w:numPr>
          <w:ilvl w:val="1"/>
          <w:numId w:val="33"/>
        </w:numPr>
      </w:pPr>
      <w:r>
        <w:t xml:space="preserve">fișierul </w:t>
      </w:r>
      <w:r w:rsidRPr="009C361E">
        <w:rPr>
          <w:i/>
        </w:rPr>
        <w:t>p1.</w:t>
      </w:r>
      <w:r>
        <w:rPr>
          <w:i/>
        </w:rPr>
        <w:t>php</w:t>
      </w:r>
      <w:r>
        <w:t xml:space="preserve"> </w:t>
      </w:r>
      <w:r w:rsidR="001B6B8C">
        <w:t xml:space="preserve">care va fi </w:t>
      </w:r>
      <w:r>
        <w:t>creat la punctul 1;</w:t>
      </w:r>
    </w:p>
    <w:p w:rsidR="00B33999" w:rsidRDefault="00B33999" w:rsidP="00B33999">
      <w:pPr>
        <w:pStyle w:val="ListParagraph"/>
        <w:numPr>
          <w:ilvl w:val="1"/>
          <w:numId w:val="33"/>
        </w:numPr>
      </w:pPr>
      <w:r>
        <w:t xml:space="preserve">fișierul </w:t>
      </w:r>
      <w:r>
        <w:rPr>
          <w:i/>
        </w:rPr>
        <w:t>p2</w:t>
      </w:r>
      <w:r w:rsidRPr="00CF4787">
        <w:rPr>
          <w:i/>
        </w:rPr>
        <w:t>.php</w:t>
      </w:r>
      <w:r>
        <w:t xml:space="preserve"> </w:t>
      </w:r>
      <w:r w:rsidR="001B6B8C">
        <w:t xml:space="preserve">care va fi </w:t>
      </w:r>
      <w:r>
        <w:t>creat la punctul 6;</w:t>
      </w:r>
    </w:p>
    <w:p w:rsidR="00B33999" w:rsidRDefault="00B33999" w:rsidP="00B33999">
      <w:pPr>
        <w:pStyle w:val="ListParagraph"/>
        <w:numPr>
          <w:ilvl w:val="1"/>
          <w:numId w:val="33"/>
        </w:numPr>
      </w:pPr>
      <w:r>
        <w:t xml:space="preserve">fișierul </w:t>
      </w:r>
      <w:r>
        <w:rPr>
          <w:i/>
        </w:rPr>
        <w:t>p3</w:t>
      </w:r>
      <w:r w:rsidRPr="00CF4787">
        <w:rPr>
          <w:i/>
        </w:rPr>
        <w:t>.php</w:t>
      </w:r>
      <w:r>
        <w:t xml:space="preserve"> </w:t>
      </w:r>
      <w:r w:rsidR="001B6B8C">
        <w:t xml:space="preserve">care va fi </w:t>
      </w:r>
      <w:r>
        <w:t>creat la punctul 10;</w:t>
      </w:r>
    </w:p>
    <w:p w:rsidR="00B33999" w:rsidRDefault="00B33999" w:rsidP="00B33999">
      <w:pPr>
        <w:pStyle w:val="ListParagraph"/>
        <w:numPr>
          <w:ilvl w:val="1"/>
          <w:numId w:val="33"/>
        </w:numPr>
      </w:pPr>
      <w:r>
        <w:t xml:space="preserve">fișierul </w:t>
      </w:r>
      <w:r>
        <w:rPr>
          <w:i/>
        </w:rPr>
        <w:t>p4</w:t>
      </w:r>
      <w:r w:rsidRPr="00CF4787">
        <w:rPr>
          <w:i/>
        </w:rPr>
        <w:t>.php</w:t>
      </w:r>
      <w:r>
        <w:t xml:space="preserve"> </w:t>
      </w:r>
      <w:r w:rsidR="001B6B8C">
        <w:t xml:space="preserve">care va fi </w:t>
      </w:r>
      <w:r>
        <w:t>creat la punctul 13;</w:t>
      </w:r>
    </w:p>
    <w:p w:rsidR="00B33999" w:rsidRDefault="00B33999" w:rsidP="00B33999">
      <w:pPr>
        <w:pStyle w:val="ListParagraph"/>
        <w:numPr>
          <w:ilvl w:val="0"/>
          <w:numId w:val="0"/>
        </w:numPr>
        <w:ind w:left="1364"/>
      </w:pPr>
    </w:p>
    <w:p w:rsidR="00F12EA6" w:rsidRDefault="00825483" w:rsidP="00825483">
      <w:pPr>
        <w:pStyle w:val="Heading2"/>
      </w:pPr>
      <w:r>
        <w:t>Șiruri de caractere</w:t>
      </w:r>
    </w:p>
    <w:p w:rsidR="00825483" w:rsidRDefault="00F37AB3" w:rsidP="009677B3">
      <w:pPr>
        <w:pStyle w:val="ListParagraph"/>
        <w:numPr>
          <w:ilvl w:val="0"/>
          <w:numId w:val="24"/>
        </w:numPr>
      </w:pPr>
      <w:r>
        <w:t>În PHP u</w:t>
      </w:r>
      <w:r w:rsidR="00660F00">
        <w:t>n șir de caractere se</w:t>
      </w:r>
      <w:r>
        <w:t xml:space="preserve"> include între ghilimele sau între apostrofuri.</w:t>
      </w:r>
    </w:p>
    <w:p w:rsidR="00660F00" w:rsidRDefault="00660F00" w:rsidP="009677B3">
      <w:pPr>
        <w:pStyle w:val="ListParagraph"/>
        <w:numPr>
          <w:ilvl w:val="0"/>
          <w:numId w:val="24"/>
        </w:numPr>
      </w:pPr>
      <w:r>
        <w:t>Șirurile de caractere se pot concatena folosind operatorul punct:</w:t>
      </w:r>
    </w:p>
    <w:p w:rsidR="00660F00" w:rsidRPr="00660F00" w:rsidRDefault="00660F00" w:rsidP="00660F00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60F00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660F00">
        <w:rPr>
          <w:rFonts w:ascii="Consolas" w:eastAsia="Times New Roman" w:hAnsi="Consolas" w:cs="Consolas"/>
          <w:color w:val="9B5F9B"/>
          <w:sz w:val="16"/>
          <w:szCs w:val="16"/>
        </w:rPr>
        <w:t>$a</w:t>
      </w:r>
      <w:r w:rsidRPr="00660F00">
        <w:rPr>
          <w:rFonts w:ascii="Consolas" w:eastAsia="Times New Roman" w:hAnsi="Consolas" w:cs="Consolas"/>
          <w:color w:val="1E7C70"/>
          <w:sz w:val="16"/>
          <w:szCs w:val="16"/>
        </w:rPr>
        <w:t>=</w:t>
      </w:r>
      <w:r w:rsidRPr="00660F00">
        <w:rPr>
          <w:rFonts w:ascii="Consolas" w:eastAsia="Times New Roman" w:hAnsi="Consolas" w:cs="Consolas"/>
          <w:color w:val="823125"/>
          <w:sz w:val="16"/>
          <w:szCs w:val="16"/>
        </w:rPr>
        <w:t>"ana"</w:t>
      </w:r>
      <w:r w:rsidRPr="00660F00">
        <w:rPr>
          <w:rFonts w:ascii="Consolas" w:eastAsia="Times New Roman" w:hAnsi="Consolas" w:cs="Consolas"/>
          <w:color w:val="1E7C70"/>
          <w:sz w:val="16"/>
          <w:szCs w:val="16"/>
        </w:rPr>
        <w:t>;</w:t>
      </w:r>
    </w:p>
    <w:p w:rsidR="00660F00" w:rsidRPr="00660F00" w:rsidRDefault="00660F00" w:rsidP="00660F00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60F00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660F00">
        <w:rPr>
          <w:rFonts w:ascii="Consolas" w:eastAsia="Times New Roman" w:hAnsi="Consolas" w:cs="Consolas"/>
          <w:color w:val="9B5F9B"/>
          <w:sz w:val="16"/>
          <w:szCs w:val="16"/>
        </w:rPr>
        <w:t>$b</w:t>
      </w:r>
      <w:r w:rsidRPr="00660F00">
        <w:rPr>
          <w:rFonts w:ascii="Consolas" w:eastAsia="Times New Roman" w:hAnsi="Consolas" w:cs="Consolas"/>
          <w:color w:val="1E7C70"/>
          <w:sz w:val="16"/>
          <w:szCs w:val="16"/>
        </w:rPr>
        <w:t>=</w:t>
      </w:r>
      <w:r w:rsidRPr="00660F00">
        <w:rPr>
          <w:rFonts w:ascii="Consolas" w:eastAsia="Times New Roman" w:hAnsi="Consolas" w:cs="Consolas"/>
          <w:color w:val="823125"/>
          <w:sz w:val="16"/>
          <w:szCs w:val="16"/>
        </w:rPr>
        <w:t>"maria"</w:t>
      </w:r>
      <w:r w:rsidRPr="00660F00">
        <w:rPr>
          <w:rFonts w:ascii="Consolas" w:eastAsia="Times New Roman" w:hAnsi="Consolas" w:cs="Consolas"/>
          <w:color w:val="1E7C70"/>
          <w:sz w:val="16"/>
          <w:szCs w:val="16"/>
        </w:rPr>
        <w:t>;</w:t>
      </w:r>
    </w:p>
    <w:p w:rsidR="0022503C" w:rsidRDefault="00660F00" w:rsidP="00660F00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60F00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="0022503C">
        <w:rPr>
          <w:rFonts w:ascii="Consolas" w:hAnsi="Consolas" w:cs="Consolas"/>
          <w:color w:val="9B5F9B"/>
          <w:sz w:val="16"/>
          <w:szCs w:val="16"/>
        </w:rPr>
        <w:t>$c</w:t>
      </w:r>
      <w:r w:rsidR="0022503C">
        <w:rPr>
          <w:rFonts w:ascii="Consolas" w:hAnsi="Consolas" w:cs="Consolas"/>
          <w:color w:val="1E7C70"/>
          <w:sz w:val="16"/>
          <w:szCs w:val="16"/>
        </w:rPr>
        <w:t>=</w:t>
      </w:r>
      <w:r w:rsidR="0022503C">
        <w:rPr>
          <w:rFonts w:ascii="Consolas" w:hAnsi="Consolas" w:cs="Consolas"/>
          <w:color w:val="9B5F9B"/>
          <w:sz w:val="16"/>
          <w:szCs w:val="16"/>
        </w:rPr>
        <w:t>$a</w:t>
      </w:r>
      <w:r w:rsidR="0022503C">
        <w:rPr>
          <w:rFonts w:ascii="Consolas" w:hAnsi="Consolas" w:cs="Consolas"/>
          <w:color w:val="1E7C70"/>
          <w:sz w:val="16"/>
          <w:szCs w:val="16"/>
        </w:rPr>
        <w:t>.</w:t>
      </w:r>
      <w:r w:rsidR="0022503C">
        <w:rPr>
          <w:rFonts w:ascii="Consolas" w:hAnsi="Consolas" w:cs="Consolas"/>
          <w:color w:val="9B5F9B"/>
          <w:sz w:val="16"/>
          <w:szCs w:val="16"/>
        </w:rPr>
        <w:t>$b</w:t>
      </w:r>
      <w:r w:rsidR="0022503C">
        <w:rPr>
          <w:rFonts w:ascii="Consolas" w:hAnsi="Consolas" w:cs="Consolas"/>
          <w:color w:val="1E7C70"/>
          <w:sz w:val="16"/>
          <w:szCs w:val="16"/>
        </w:rPr>
        <w:t>;</w:t>
      </w:r>
    </w:p>
    <w:p w:rsidR="00660F00" w:rsidRPr="00660F00" w:rsidRDefault="0022503C" w:rsidP="00660F00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="00660F00" w:rsidRPr="00660F00">
        <w:rPr>
          <w:rFonts w:ascii="Consolas" w:eastAsia="Times New Roman" w:hAnsi="Consolas" w:cs="Consolas"/>
          <w:color w:val="4F76AC"/>
          <w:sz w:val="16"/>
          <w:szCs w:val="16"/>
        </w:rPr>
        <w:t>echo</w:t>
      </w:r>
      <w:r>
        <w:rPr>
          <w:rFonts w:ascii="Consolas" w:eastAsia="Times New Roman" w:hAnsi="Consolas" w:cs="Consolas"/>
          <w:color w:val="9B5F9B"/>
          <w:sz w:val="16"/>
          <w:szCs w:val="16"/>
        </w:rPr>
        <w:t>$c</w:t>
      </w:r>
      <w:r w:rsidR="00660F00" w:rsidRPr="00660F00">
        <w:rPr>
          <w:rFonts w:ascii="Consolas" w:eastAsia="Times New Roman" w:hAnsi="Consolas" w:cs="Consolas"/>
          <w:color w:val="1E7C70"/>
          <w:sz w:val="16"/>
          <w:szCs w:val="16"/>
        </w:rPr>
        <w:t>;</w:t>
      </w:r>
      <w:r w:rsidR="00660F00" w:rsidRPr="00660F00">
        <w:rPr>
          <w:rFonts w:ascii="Consolas" w:eastAsia="Times New Roman" w:hAnsi="Consolas" w:cs="Consolas"/>
          <w:color w:val="46830D"/>
          <w:sz w:val="16"/>
          <w:szCs w:val="16"/>
        </w:rPr>
        <w:t>// anamaria</w:t>
      </w:r>
    </w:p>
    <w:p w:rsidR="00825483" w:rsidRDefault="009C4C2C" w:rsidP="009677B3">
      <w:pPr>
        <w:pStyle w:val="ListParagraph"/>
        <w:numPr>
          <w:ilvl w:val="0"/>
          <w:numId w:val="24"/>
        </w:numPr>
      </w:pPr>
      <w:r>
        <w:t>Atenție la conversiile implicite în numere:</w:t>
      </w:r>
    </w:p>
    <w:p w:rsidR="00A83AD4" w:rsidRPr="00A83AD4" w:rsidRDefault="00A83AD4" w:rsidP="00A83AD4">
      <w:pPr>
        <w:shd w:val="clear" w:color="auto" w:fill="FFFFFF"/>
        <w:tabs>
          <w:tab w:val="clear" w:pos="567"/>
          <w:tab w:val="left" w:pos="426"/>
          <w:tab w:val="left" w:pos="382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A83AD4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A83AD4">
        <w:rPr>
          <w:rFonts w:ascii="Consolas" w:eastAsia="Times New Roman" w:hAnsi="Consolas" w:cs="Consolas"/>
          <w:color w:val="9B5F9B"/>
          <w:sz w:val="16"/>
          <w:szCs w:val="16"/>
        </w:rPr>
        <w:t>$a</w:t>
      </w:r>
      <w:r w:rsidRPr="00A83AD4">
        <w:rPr>
          <w:rFonts w:ascii="Consolas" w:eastAsia="Times New Roman" w:hAnsi="Consolas" w:cs="Consolas"/>
          <w:color w:val="1E7C70"/>
          <w:sz w:val="16"/>
          <w:szCs w:val="16"/>
        </w:rPr>
        <w:t>=</w:t>
      </w:r>
      <w:r w:rsidRPr="00A83AD4">
        <w:rPr>
          <w:rFonts w:ascii="Consolas" w:eastAsia="Times New Roman" w:hAnsi="Consolas" w:cs="Consolas"/>
          <w:color w:val="823125"/>
          <w:sz w:val="16"/>
          <w:szCs w:val="16"/>
        </w:rPr>
        <w:t>"1"</w:t>
      </w:r>
      <w:r w:rsidRPr="00A83AD4">
        <w:rPr>
          <w:rFonts w:ascii="Consolas" w:eastAsia="Times New Roman" w:hAnsi="Consolas" w:cs="Consolas"/>
          <w:color w:val="1E7C70"/>
          <w:sz w:val="16"/>
          <w:szCs w:val="16"/>
        </w:rPr>
        <w:t>;</w:t>
      </w:r>
    </w:p>
    <w:p w:rsidR="00A83AD4" w:rsidRPr="00A83AD4" w:rsidRDefault="00A83AD4" w:rsidP="00A83AD4">
      <w:pPr>
        <w:shd w:val="clear" w:color="auto" w:fill="FFFFFF"/>
        <w:tabs>
          <w:tab w:val="clear" w:pos="567"/>
          <w:tab w:val="left" w:pos="426"/>
          <w:tab w:val="left" w:pos="382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A83AD4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A83AD4">
        <w:rPr>
          <w:rFonts w:ascii="Consolas" w:eastAsia="Times New Roman" w:hAnsi="Consolas" w:cs="Consolas"/>
          <w:color w:val="9B5F9B"/>
          <w:sz w:val="16"/>
          <w:szCs w:val="16"/>
        </w:rPr>
        <w:t>$b</w:t>
      </w:r>
      <w:r w:rsidRPr="00A83AD4">
        <w:rPr>
          <w:rFonts w:ascii="Consolas" w:eastAsia="Times New Roman" w:hAnsi="Consolas" w:cs="Consolas"/>
          <w:color w:val="1E7C70"/>
          <w:sz w:val="16"/>
          <w:szCs w:val="16"/>
        </w:rPr>
        <w:t>=</w:t>
      </w:r>
      <w:r w:rsidRPr="00A83AD4">
        <w:rPr>
          <w:rFonts w:ascii="Consolas" w:eastAsia="Times New Roman" w:hAnsi="Consolas" w:cs="Consolas"/>
          <w:color w:val="823125"/>
          <w:sz w:val="16"/>
          <w:szCs w:val="16"/>
        </w:rPr>
        <w:t>"2"</w:t>
      </w:r>
      <w:r w:rsidRPr="00A83AD4">
        <w:rPr>
          <w:rFonts w:ascii="Consolas" w:eastAsia="Times New Roman" w:hAnsi="Consolas" w:cs="Consolas"/>
          <w:color w:val="1E7C70"/>
          <w:sz w:val="16"/>
          <w:szCs w:val="16"/>
        </w:rPr>
        <w:t>;</w:t>
      </w:r>
    </w:p>
    <w:p w:rsidR="00A83AD4" w:rsidRPr="00A83AD4" w:rsidRDefault="00A83AD4" w:rsidP="00A83AD4">
      <w:pPr>
        <w:shd w:val="clear" w:color="auto" w:fill="FFFFFF"/>
        <w:tabs>
          <w:tab w:val="clear" w:pos="567"/>
          <w:tab w:val="left" w:pos="426"/>
          <w:tab w:val="left" w:pos="382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A83AD4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A83AD4">
        <w:rPr>
          <w:rFonts w:ascii="Consolas" w:eastAsia="Times New Roman" w:hAnsi="Consolas" w:cs="Consolas"/>
          <w:color w:val="4F76AC"/>
          <w:sz w:val="16"/>
          <w:szCs w:val="16"/>
        </w:rPr>
        <w:t>echo</w:t>
      </w:r>
      <w:r w:rsidRPr="00A83AD4">
        <w:rPr>
          <w:rFonts w:ascii="Consolas" w:eastAsia="Times New Roman" w:hAnsi="Consolas" w:cs="Consolas"/>
          <w:color w:val="9B5F9B"/>
          <w:sz w:val="16"/>
          <w:szCs w:val="16"/>
        </w:rPr>
        <w:t>$a</w:t>
      </w:r>
      <w:r w:rsidRPr="00A83AD4">
        <w:rPr>
          <w:rFonts w:ascii="Consolas" w:eastAsia="Times New Roman" w:hAnsi="Consolas" w:cs="Consolas"/>
          <w:color w:val="1E7C70"/>
          <w:sz w:val="16"/>
          <w:szCs w:val="16"/>
        </w:rPr>
        <w:t>.</w:t>
      </w:r>
      <w:r w:rsidRPr="00A83AD4">
        <w:rPr>
          <w:rFonts w:ascii="Consolas" w:eastAsia="Times New Roman" w:hAnsi="Consolas" w:cs="Consolas"/>
          <w:color w:val="9B5F9B"/>
          <w:sz w:val="16"/>
          <w:szCs w:val="16"/>
        </w:rPr>
        <w:t>$b</w:t>
      </w:r>
      <w:r w:rsidRPr="00A83AD4">
        <w:rPr>
          <w:rFonts w:ascii="Consolas" w:eastAsia="Times New Roman" w:hAnsi="Consolas" w:cs="Consolas"/>
          <w:color w:val="1E7C70"/>
          <w:sz w:val="16"/>
          <w:szCs w:val="16"/>
        </w:rPr>
        <w:t>;</w:t>
      </w:r>
      <w:r w:rsidRPr="00A83AD4">
        <w:rPr>
          <w:rFonts w:ascii="Consolas" w:eastAsia="Times New Roman" w:hAnsi="Consolas" w:cs="Consolas"/>
          <w:color w:val="46830D"/>
          <w:sz w:val="16"/>
          <w:szCs w:val="16"/>
        </w:rPr>
        <w:t>// =&gt; 12</w:t>
      </w:r>
    </w:p>
    <w:p w:rsidR="00A83AD4" w:rsidRPr="00A83AD4" w:rsidRDefault="00A83AD4" w:rsidP="00A83AD4">
      <w:pPr>
        <w:shd w:val="clear" w:color="auto" w:fill="FFFFFF"/>
        <w:tabs>
          <w:tab w:val="clear" w:pos="567"/>
          <w:tab w:val="left" w:pos="426"/>
          <w:tab w:val="left" w:pos="382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A83AD4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A83AD4">
        <w:rPr>
          <w:rFonts w:ascii="Consolas" w:eastAsia="Times New Roman" w:hAnsi="Consolas" w:cs="Consolas"/>
          <w:color w:val="4F76AC"/>
          <w:sz w:val="16"/>
          <w:szCs w:val="16"/>
        </w:rPr>
        <w:t>echo</w:t>
      </w:r>
      <w:r w:rsidRPr="00A83AD4">
        <w:rPr>
          <w:rFonts w:ascii="Consolas" w:eastAsia="Times New Roman" w:hAnsi="Consolas" w:cs="Consolas"/>
          <w:color w:val="9B5F9B"/>
          <w:sz w:val="16"/>
          <w:szCs w:val="16"/>
        </w:rPr>
        <w:t>$a</w:t>
      </w:r>
      <w:r w:rsidRPr="00A83AD4">
        <w:rPr>
          <w:rFonts w:ascii="Consolas" w:eastAsia="Times New Roman" w:hAnsi="Consolas" w:cs="Consolas"/>
          <w:color w:val="1E7C70"/>
          <w:sz w:val="16"/>
          <w:szCs w:val="16"/>
        </w:rPr>
        <w:t>+</w:t>
      </w:r>
      <w:r w:rsidRPr="00A83AD4">
        <w:rPr>
          <w:rFonts w:ascii="Consolas" w:eastAsia="Times New Roman" w:hAnsi="Consolas" w:cs="Consolas"/>
          <w:color w:val="9B5F9B"/>
          <w:sz w:val="16"/>
          <w:szCs w:val="16"/>
        </w:rPr>
        <w:t>$b</w:t>
      </w:r>
      <w:r w:rsidRPr="00A83AD4">
        <w:rPr>
          <w:rFonts w:ascii="Consolas" w:eastAsia="Times New Roman" w:hAnsi="Consolas" w:cs="Consolas"/>
          <w:color w:val="1E7C70"/>
          <w:sz w:val="16"/>
          <w:szCs w:val="16"/>
        </w:rPr>
        <w:t>;</w:t>
      </w:r>
      <w:r w:rsidRPr="00A83AD4">
        <w:rPr>
          <w:rFonts w:ascii="Consolas" w:eastAsia="Times New Roman" w:hAnsi="Consolas" w:cs="Consolas"/>
          <w:color w:val="46830D"/>
          <w:sz w:val="16"/>
          <w:szCs w:val="16"/>
        </w:rPr>
        <w:t>// =&gt; 3</w:t>
      </w:r>
    </w:p>
    <w:p w:rsidR="00A83AD4" w:rsidRPr="00A83AD4" w:rsidRDefault="00A83AD4" w:rsidP="00A83AD4">
      <w:pPr>
        <w:shd w:val="clear" w:color="auto" w:fill="FFFFFF"/>
        <w:tabs>
          <w:tab w:val="clear" w:pos="567"/>
          <w:tab w:val="left" w:pos="426"/>
          <w:tab w:val="left" w:pos="382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</w:p>
    <w:p w:rsidR="00A83AD4" w:rsidRPr="00A83AD4" w:rsidRDefault="00A83AD4" w:rsidP="00A83AD4">
      <w:pPr>
        <w:shd w:val="clear" w:color="auto" w:fill="FFFFFF"/>
        <w:tabs>
          <w:tab w:val="clear" w:pos="567"/>
          <w:tab w:val="left" w:pos="426"/>
          <w:tab w:val="left" w:pos="340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A83AD4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A83AD4">
        <w:rPr>
          <w:rFonts w:ascii="Consolas" w:eastAsia="Times New Roman" w:hAnsi="Consolas" w:cs="Consolas"/>
          <w:color w:val="9B5F9B"/>
          <w:sz w:val="16"/>
          <w:szCs w:val="16"/>
        </w:rPr>
        <w:t>$foo</w:t>
      </w:r>
      <w:r w:rsidRPr="00A83AD4">
        <w:rPr>
          <w:rFonts w:ascii="Consolas" w:eastAsia="Times New Roman" w:hAnsi="Consolas" w:cs="Consolas"/>
          <w:color w:val="1E7C70"/>
          <w:sz w:val="16"/>
          <w:szCs w:val="16"/>
        </w:rPr>
        <w:t>=</w:t>
      </w:r>
      <w:r w:rsidRPr="00A83AD4">
        <w:rPr>
          <w:rFonts w:ascii="Consolas" w:eastAsia="Times New Roman" w:hAnsi="Consolas" w:cs="Consolas"/>
          <w:color w:val="9B5F9B"/>
          <w:sz w:val="16"/>
          <w:szCs w:val="16"/>
        </w:rPr>
        <w:t>1</w:t>
      </w:r>
      <w:r w:rsidRPr="00A83AD4">
        <w:rPr>
          <w:rFonts w:ascii="Consolas" w:eastAsia="Times New Roman" w:hAnsi="Consolas" w:cs="Consolas"/>
          <w:color w:val="1E7C70"/>
          <w:sz w:val="16"/>
          <w:szCs w:val="16"/>
        </w:rPr>
        <w:t>+</w:t>
      </w:r>
      <w:r w:rsidRPr="00A83AD4">
        <w:rPr>
          <w:rFonts w:ascii="Consolas" w:eastAsia="Times New Roman" w:hAnsi="Consolas" w:cs="Consolas"/>
          <w:color w:val="823125"/>
          <w:sz w:val="16"/>
          <w:szCs w:val="16"/>
        </w:rPr>
        <w:t>"10.5"</w:t>
      </w:r>
      <w:r w:rsidRPr="00A83AD4">
        <w:rPr>
          <w:rFonts w:ascii="Consolas" w:eastAsia="Times New Roman" w:hAnsi="Consolas" w:cs="Consolas"/>
          <w:color w:val="1E7C70"/>
          <w:sz w:val="16"/>
          <w:szCs w:val="16"/>
        </w:rPr>
        <w:t>;</w:t>
      </w:r>
      <w:r>
        <w:rPr>
          <w:rFonts w:ascii="Consolas" w:eastAsia="Times New Roman" w:hAnsi="Consolas" w:cs="Consolas"/>
          <w:color w:val="1E7C70"/>
          <w:sz w:val="16"/>
          <w:szCs w:val="16"/>
        </w:rPr>
        <w:tab/>
      </w:r>
      <w:r w:rsidRPr="00A83AD4">
        <w:rPr>
          <w:rFonts w:ascii="Consolas" w:eastAsia="Times New Roman" w:hAnsi="Consolas" w:cs="Consolas"/>
          <w:color w:val="46830D"/>
          <w:sz w:val="16"/>
          <w:szCs w:val="16"/>
        </w:rPr>
        <w:t>// $foo</w:t>
      </w:r>
      <w:r w:rsidR="00B76B34">
        <w:rPr>
          <w:rFonts w:ascii="Consolas" w:eastAsia="Times New Roman" w:hAnsi="Consolas" w:cs="Consolas"/>
          <w:color w:val="46830D"/>
          <w:sz w:val="16"/>
          <w:szCs w:val="16"/>
        </w:rPr>
        <w:t xml:space="preserve"> </w:t>
      </w:r>
      <w:r w:rsidRPr="00A83AD4">
        <w:rPr>
          <w:rFonts w:ascii="Consolas" w:eastAsia="Times New Roman" w:hAnsi="Consolas" w:cs="Consolas"/>
          <w:color w:val="46830D"/>
          <w:sz w:val="16"/>
          <w:szCs w:val="16"/>
        </w:rPr>
        <w:t>is</w:t>
      </w:r>
      <w:r w:rsidR="00B76B34">
        <w:rPr>
          <w:rFonts w:ascii="Consolas" w:eastAsia="Times New Roman" w:hAnsi="Consolas" w:cs="Consolas"/>
          <w:color w:val="46830D"/>
          <w:sz w:val="16"/>
          <w:szCs w:val="16"/>
        </w:rPr>
        <w:t xml:space="preserve"> </w:t>
      </w:r>
      <w:r w:rsidRPr="00A83AD4">
        <w:rPr>
          <w:rFonts w:ascii="Consolas" w:eastAsia="Times New Roman" w:hAnsi="Consolas" w:cs="Consolas"/>
          <w:color w:val="46830D"/>
          <w:sz w:val="16"/>
          <w:szCs w:val="16"/>
        </w:rPr>
        <w:t>float (11.5)</w:t>
      </w:r>
    </w:p>
    <w:p w:rsidR="00A83AD4" w:rsidRPr="00A83AD4" w:rsidRDefault="00A83AD4" w:rsidP="00A83AD4">
      <w:pPr>
        <w:shd w:val="clear" w:color="auto" w:fill="FFFFFF"/>
        <w:tabs>
          <w:tab w:val="clear" w:pos="567"/>
          <w:tab w:val="left" w:pos="426"/>
          <w:tab w:val="left" w:pos="340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A83AD4">
        <w:rPr>
          <w:rFonts w:ascii="Consolas" w:eastAsia="Times New Roman" w:hAnsi="Consolas" w:cs="Consolas"/>
          <w:color w:val="000000"/>
          <w:sz w:val="16"/>
          <w:szCs w:val="16"/>
        </w:rPr>
        <w:tab/>
      </w:r>
    </w:p>
    <w:p w:rsidR="00A83AD4" w:rsidRPr="00A83AD4" w:rsidRDefault="00A83AD4" w:rsidP="00A83AD4">
      <w:pPr>
        <w:shd w:val="clear" w:color="auto" w:fill="FFFFFF"/>
        <w:tabs>
          <w:tab w:val="clear" w:pos="567"/>
          <w:tab w:val="left" w:pos="426"/>
          <w:tab w:val="left" w:pos="340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</w:p>
    <w:p w:rsidR="00A83AD4" w:rsidRPr="00A83AD4" w:rsidRDefault="00A83AD4" w:rsidP="00A83AD4">
      <w:pPr>
        <w:shd w:val="clear" w:color="auto" w:fill="FFFFFF"/>
        <w:tabs>
          <w:tab w:val="clear" w:pos="567"/>
          <w:tab w:val="left" w:pos="426"/>
          <w:tab w:val="left" w:pos="340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A83AD4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A83AD4">
        <w:rPr>
          <w:rFonts w:ascii="Consolas" w:eastAsia="Times New Roman" w:hAnsi="Consolas" w:cs="Consolas"/>
          <w:color w:val="9B5F9B"/>
          <w:sz w:val="16"/>
          <w:szCs w:val="16"/>
        </w:rPr>
        <w:t>$foo</w:t>
      </w:r>
      <w:r w:rsidRPr="00A83AD4">
        <w:rPr>
          <w:rFonts w:ascii="Consolas" w:eastAsia="Times New Roman" w:hAnsi="Consolas" w:cs="Consolas"/>
          <w:color w:val="1E7C70"/>
          <w:sz w:val="16"/>
          <w:szCs w:val="16"/>
        </w:rPr>
        <w:t>=</w:t>
      </w:r>
      <w:r w:rsidRPr="00A83AD4">
        <w:rPr>
          <w:rFonts w:ascii="Consolas" w:eastAsia="Times New Roman" w:hAnsi="Consolas" w:cs="Consolas"/>
          <w:color w:val="9B5F9B"/>
          <w:sz w:val="16"/>
          <w:szCs w:val="16"/>
        </w:rPr>
        <w:t>1</w:t>
      </w:r>
      <w:r w:rsidRPr="00A83AD4">
        <w:rPr>
          <w:rFonts w:ascii="Consolas" w:eastAsia="Times New Roman" w:hAnsi="Consolas" w:cs="Consolas"/>
          <w:color w:val="1E7C70"/>
          <w:sz w:val="16"/>
          <w:szCs w:val="16"/>
        </w:rPr>
        <w:t>+</w:t>
      </w:r>
      <w:r w:rsidRPr="00A83AD4">
        <w:rPr>
          <w:rFonts w:ascii="Consolas" w:eastAsia="Times New Roman" w:hAnsi="Consolas" w:cs="Consolas"/>
          <w:color w:val="823125"/>
          <w:sz w:val="16"/>
          <w:szCs w:val="16"/>
        </w:rPr>
        <w:t>"bob3"</w:t>
      </w:r>
      <w:r w:rsidRPr="00A83AD4">
        <w:rPr>
          <w:rFonts w:ascii="Consolas" w:eastAsia="Times New Roman" w:hAnsi="Consolas" w:cs="Consolas"/>
          <w:color w:val="1E7C70"/>
          <w:sz w:val="16"/>
          <w:szCs w:val="16"/>
        </w:rPr>
        <w:t>;</w:t>
      </w:r>
      <w:r>
        <w:rPr>
          <w:rFonts w:ascii="Consolas" w:eastAsia="Times New Roman" w:hAnsi="Consolas" w:cs="Consolas"/>
          <w:color w:val="1E7C70"/>
          <w:sz w:val="16"/>
          <w:szCs w:val="16"/>
        </w:rPr>
        <w:tab/>
      </w:r>
      <w:r w:rsidRPr="00A83AD4">
        <w:rPr>
          <w:rFonts w:ascii="Consolas" w:eastAsia="Times New Roman" w:hAnsi="Consolas" w:cs="Consolas"/>
          <w:color w:val="46830D"/>
          <w:sz w:val="16"/>
          <w:szCs w:val="16"/>
        </w:rPr>
        <w:t>// $foo</w:t>
      </w:r>
      <w:r w:rsidR="00B76B34">
        <w:rPr>
          <w:rFonts w:ascii="Consolas" w:eastAsia="Times New Roman" w:hAnsi="Consolas" w:cs="Consolas"/>
          <w:color w:val="46830D"/>
          <w:sz w:val="16"/>
          <w:szCs w:val="16"/>
        </w:rPr>
        <w:t xml:space="preserve"> </w:t>
      </w:r>
      <w:r w:rsidRPr="00A83AD4">
        <w:rPr>
          <w:rFonts w:ascii="Consolas" w:eastAsia="Times New Roman" w:hAnsi="Consolas" w:cs="Consolas"/>
          <w:color w:val="46830D"/>
          <w:sz w:val="16"/>
          <w:szCs w:val="16"/>
        </w:rPr>
        <w:t>is</w:t>
      </w:r>
      <w:r w:rsidR="00B76B34">
        <w:rPr>
          <w:rFonts w:ascii="Consolas" w:eastAsia="Times New Roman" w:hAnsi="Consolas" w:cs="Consolas"/>
          <w:color w:val="46830D"/>
          <w:sz w:val="16"/>
          <w:szCs w:val="16"/>
        </w:rPr>
        <w:t xml:space="preserve"> </w:t>
      </w:r>
      <w:r w:rsidRPr="00A83AD4">
        <w:rPr>
          <w:rFonts w:ascii="Consolas" w:eastAsia="Times New Roman" w:hAnsi="Consolas" w:cs="Consolas"/>
          <w:color w:val="46830D"/>
          <w:sz w:val="16"/>
          <w:szCs w:val="16"/>
        </w:rPr>
        <w:t>integer (1)</w:t>
      </w:r>
    </w:p>
    <w:p w:rsidR="00A83AD4" w:rsidRPr="00A83AD4" w:rsidRDefault="00A83AD4" w:rsidP="00A83AD4">
      <w:pPr>
        <w:shd w:val="clear" w:color="auto" w:fill="FFFFFF"/>
        <w:tabs>
          <w:tab w:val="clear" w:pos="567"/>
          <w:tab w:val="left" w:pos="426"/>
          <w:tab w:val="left" w:pos="340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A83AD4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A83AD4">
        <w:rPr>
          <w:rFonts w:ascii="Consolas" w:eastAsia="Times New Roman" w:hAnsi="Consolas" w:cs="Consolas"/>
          <w:color w:val="9B5F9B"/>
          <w:sz w:val="16"/>
          <w:szCs w:val="16"/>
        </w:rPr>
        <w:t>$foo</w:t>
      </w:r>
      <w:r w:rsidRPr="00A83AD4">
        <w:rPr>
          <w:rFonts w:ascii="Consolas" w:eastAsia="Times New Roman" w:hAnsi="Consolas" w:cs="Consolas"/>
          <w:color w:val="1E7C70"/>
          <w:sz w:val="16"/>
          <w:szCs w:val="16"/>
        </w:rPr>
        <w:t>=</w:t>
      </w:r>
      <w:r w:rsidRPr="00A83AD4">
        <w:rPr>
          <w:rFonts w:ascii="Consolas" w:eastAsia="Times New Roman" w:hAnsi="Consolas" w:cs="Consolas"/>
          <w:color w:val="9B5F9B"/>
          <w:sz w:val="16"/>
          <w:szCs w:val="16"/>
        </w:rPr>
        <w:t>1</w:t>
      </w:r>
      <w:r w:rsidRPr="00A83AD4">
        <w:rPr>
          <w:rFonts w:ascii="Consolas" w:eastAsia="Times New Roman" w:hAnsi="Consolas" w:cs="Consolas"/>
          <w:color w:val="1E7C70"/>
          <w:sz w:val="16"/>
          <w:szCs w:val="16"/>
        </w:rPr>
        <w:t>+</w:t>
      </w:r>
      <w:r w:rsidRPr="00A83AD4">
        <w:rPr>
          <w:rFonts w:ascii="Consolas" w:eastAsia="Times New Roman" w:hAnsi="Consolas" w:cs="Consolas"/>
          <w:color w:val="823125"/>
          <w:sz w:val="16"/>
          <w:szCs w:val="16"/>
        </w:rPr>
        <w:t>"10 SmallPigs"</w:t>
      </w:r>
      <w:r w:rsidRPr="00A83AD4">
        <w:rPr>
          <w:rFonts w:ascii="Consolas" w:eastAsia="Times New Roman" w:hAnsi="Consolas" w:cs="Consolas"/>
          <w:color w:val="1E7C70"/>
          <w:sz w:val="16"/>
          <w:szCs w:val="16"/>
        </w:rPr>
        <w:t>;</w:t>
      </w:r>
      <w:r>
        <w:rPr>
          <w:rFonts w:ascii="Consolas" w:eastAsia="Times New Roman" w:hAnsi="Consolas" w:cs="Consolas"/>
          <w:color w:val="1E7C70"/>
          <w:sz w:val="16"/>
          <w:szCs w:val="16"/>
        </w:rPr>
        <w:tab/>
      </w:r>
      <w:r w:rsidRPr="00A83AD4">
        <w:rPr>
          <w:rFonts w:ascii="Consolas" w:eastAsia="Times New Roman" w:hAnsi="Consolas" w:cs="Consolas"/>
          <w:color w:val="46830D"/>
          <w:sz w:val="16"/>
          <w:szCs w:val="16"/>
        </w:rPr>
        <w:t>// $foo</w:t>
      </w:r>
      <w:r w:rsidR="00B76B34">
        <w:rPr>
          <w:rFonts w:ascii="Consolas" w:eastAsia="Times New Roman" w:hAnsi="Consolas" w:cs="Consolas"/>
          <w:color w:val="46830D"/>
          <w:sz w:val="16"/>
          <w:szCs w:val="16"/>
        </w:rPr>
        <w:t xml:space="preserve"> </w:t>
      </w:r>
      <w:r w:rsidRPr="00A83AD4">
        <w:rPr>
          <w:rFonts w:ascii="Consolas" w:eastAsia="Times New Roman" w:hAnsi="Consolas" w:cs="Consolas"/>
          <w:color w:val="46830D"/>
          <w:sz w:val="16"/>
          <w:szCs w:val="16"/>
        </w:rPr>
        <w:t>is</w:t>
      </w:r>
      <w:r w:rsidR="00B76B34">
        <w:rPr>
          <w:rFonts w:ascii="Consolas" w:eastAsia="Times New Roman" w:hAnsi="Consolas" w:cs="Consolas"/>
          <w:color w:val="46830D"/>
          <w:sz w:val="16"/>
          <w:szCs w:val="16"/>
        </w:rPr>
        <w:t xml:space="preserve"> </w:t>
      </w:r>
      <w:r w:rsidRPr="00A83AD4">
        <w:rPr>
          <w:rFonts w:ascii="Consolas" w:eastAsia="Times New Roman" w:hAnsi="Consolas" w:cs="Consolas"/>
          <w:color w:val="46830D"/>
          <w:sz w:val="16"/>
          <w:szCs w:val="16"/>
        </w:rPr>
        <w:t>integer (11)</w:t>
      </w:r>
    </w:p>
    <w:p w:rsidR="00A83AD4" w:rsidRPr="00A83AD4" w:rsidRDefault="00A83AD4" w:rsidP="00A83AD4">
      <w:pPr>
        <w:shd w:val="clear" w:color="auto" w:fill="FFFFFF"/>
        <w:tabs>
          <w:tab w:val="clear" w:pos="567"/>
          <w:tab w:val="left" w:pos="426"/>
          <w:tab w:val="left" w:pos="340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A83AD4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A83AD4">
        <w:rPr>
          <w:rFonts w:ascii="Consolas" w:eastAsia="Times New Roman" w:hAnsi="Consolas" w:cs="Consolas"/>
          <w:color w:val="9B5F9B"/>
          <w:sz w:val="16"/>
          <w:szCs w:val="16"/>
        </w:rPr>
        <w:t>$foo</w:t>
      </w:r>
      <w:r w:rsidRPr="00A83AD4">
        <w:rPr>
          <w:rFonts w:ascii="Consolas" w:eastAsia="Times New Roman" w:hAnsi="Consolas" w:cs="Consolas"/>
          <w:color w:val="1E7C70"/>
          <w:sz w:val="16"/>
          <w:szCs w:val="16"/>
        </w:rPr>
        <w:t>=</w:t>
      </w:r>
      <w:r w:rsidRPr="00A83AD4">
        <w:rPr>
          <w:rFonts w:ascii="Consolas" w:eastAsia="Times New Roman" w:hAnsi="Consolas" w:cs="Consolas"/>
          <w:color w:val="9B5F9B"/>
          <w:sz w:val="16"/>
          <w:szCs w:val="16"/>
        </w:rPr>
        <w:t>4</w:t>
      </w:r>
      <w:r w:rsidRPr="00A83AD4">
        <w:rPr>
          <w:rFonts w:ascii="Consolas" w:eastAsia="Times New Roman" w:hAnsi="Consolas" w:cs="Consolas"/>
          <w:color w:val="1E7C70"/>
          <w:sz w:val="16"/>
          <w:szCs w:val="16"/>
        </w:rPr>
        <w:t>+</w:t>
      </w:r>
      <w:r w:rsidRPr="00A83AD4">
        <w:rPr>
          <w:rFonts w:ascii="Consolas" w:eastAsia="Times New Roman" w:hAnsi="Consolas" w:cs="Consolas"/>
          <w:color w:val="823125"/>
          <w:sz w:val="16"/>
          <w:szCs w:val="16"/>
        </w:rPr>
        <w:t>"10.2 LittlePiggies"</w:t>
      </w:r>
      <w:r w:rsidRPr="00A83AD4">
        <w:rPr>
          <w:rFonts w:ascii="Consolas" w:eastAsia="Times New Roman" w:hAnsi="Consolas" w:cs="Consolas"/>
          <w:color w:val="1E7C70"/>
          <w:sz w:val="16"/>
          <w:szCs w:val="16"/>
        </w:rPr>
        <w:t>;</w:t>
      </w:r>
      <w:r>
        <w:rPr>
          <w:rFonts w:ascii="Consolas" w:eastAsia="Times New Roman" w:hAnsi="Consolas" w:cs="Consolas"/>
          <w:color w:val="1E7C70"/>
          <w:sz w:val="16"/>
          <w:szCs w:val="16"/>
        </w:rPr>
        <w:tab/>
      </w:r>
      <w:r w:rsidRPr="00A83AD4">
        <w:rPr>
          <w:rFonts w:ascii="Consolas" w:eastAsia="Times New Roman" w:hAnsi="Consolas" w:cs="Consolas"/>
          <w:color w:val="46830D"/>
          <w:sz w:val="16"/>
          <w:szCs w:val="16"/>
        </w:rPr>
        <w:t>// $foo</w:t>
      </w:r>
      <w:r w:rsidR="00B76B34">
        <w:rPr>
          <w:rFonts w:ascii="Consolas" w:eastAsia="Times New Roman" w:hAnsi="Consolas" w:cs="Consolas"/>
          <w:color w:val="46830D"/>
          <w:sz w:val="16"/>
          <w:szCs w:val="16"/>
        </w:rPr>
        <w:t xml:space="preserve"> </w:t>
      </w:r>
      <w:r w:rsidRPr="00A83AD4">
        <w:rPr>
          <w:rFonts w:ascii="Consolas" w:eastAsia="Times New Roman" w:hAnsi="Consolas" w:cs="Consolas"/>
          <w:color w:val="46830D"/>
          <w:sz w:val="16"/>
          <w:szCs w:val="16"/>
        </w:rPr>
        <w:t>is</w:t>
      </w:r>
      <w:r w:rsidR="00B76B34">
        <w:rPr>
          <w:rFonts w:ascii="Consolas" w:eastAsia="Times New Roman" w:hAnsi="Consolas" w:cs="Consolas"/>
          <w:color w:val="46830D"/>
          <w:sz w:val="16"/>
          <w:szCs w:val="16"/>
        </w:rPr>
        <w:t xml:space="preserve"> </w:t>
      </w:r>
      <w:r w:rsidRPr="00A83AD4">
        <w:rPr>
          <w:rFonts w:ascii="Consolas" w:eastAsia="Times New Roman" w:hAnsi="Consolas" w:cs="Consolas"/>
          <w:color w:val="46830D"/>
          <w:sz w:val="16"/>
          <w:szCs w:val="16"/>
        </w:rPr>
        <w:t>float (14.2)</w:t>
      </w:r>
    </w:p>
    <w:p w:rsidR="00A83AD4" w:rsidRPr="00A83AD4" w:rsidRDefault="00A83AD4" w:rsidP="00A83AD4">
      <w:pPr>
        <w:shd w:val="clear" w:color="auto" w:fill="FFFFFF"/>
        <w:tabs>
          <w:tab w:val="clear" w:pos="567"/>
          <w:tab w:val="left" w:pos="426"/>
          <w:tab w:val="left" w:pos="340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A83AD4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A83AD4">
        <w:rPr>
          <w:rFonts w:ascii="Consolas" w:eastAsia="Times New Roman" w:hAnsi="Consolas" w:cs="Consolas"/>
          <w:color w:val="9B5F9B"/>
          <w:sz w:val="16"/>
          <w:szCs w:val="16"/>
        </w:rPr>
        <w:t>$foo</w:t>
      </w:r>
      <w:r w:rsidRPr="00A83AD4">
        <w:rPr>
          <w:rFonts w:ascii="Consolas" w:eastAsia="Times New Roman" w:hAnsi="Consolas" w:cs="Consolas"/>
          <w:color w:val="1E7C70"/>
          <w:sz w:val="16"/>
          <w:szCs w:val="16"/>
        </w:rPr>
        <w:t>=</w:t>
      </w:r>
      <w:r w:rsidRPr="00A83AD4">
        <w:rPr>
          <w:rFonts w:ascii="Consolas" w:eastAsia="Times New Roman" w:hAnsi="Consolas" w:cs="Consolas"/>
          <w:color w:val="823125"/>
          <w:sz w:val="16"/>
          <w:szCs w:val="16"/>
        </w:rPr>
        <w:t>"10.0 pigs "</w:t>
      </w:r>
      <w:r w:rsidRPr="00A83AD4">
        <w:rPr>
          <w:rFonts w:ascii="Consolas" w:eastAsia="Times New Roman" w:hAnsi="Consolas" w:cs="Consolas"/>
          <w:color w:val="1E7C70"/>
          <w:sz w:val="16"/>
          <w:szCs w:val="16"/>
        </w:rPr>
        <w:t>+</w:t>
      </w:r>
      <w:r w:rsidRPr="00A83AD4">
        <w:rPr>
          <w:rFonts w:ascii="Consolas" w:eastAsia="Times New Roman" w:hAnsi="Consolas" w:cs="Consolas"/>
          <w:color w:val="9B5F9B"/>
          <w:sz w:val="16"/>
          <w:szCs w:val="16"/>
        </w:rPr>
        <w:t>1</w:t>
      </w:r>
      <w:r w:rsidRPr="00A83AD4">
        <w:rPr>
          <w:rFonts w:ascii="Consolas" w:eastAsia="Times New Roman" w:hAnsi="Consolas" w:cs="Consolas"/>
          <w:color w:val="1E7C70"/>
          <w:sz w:val="16"/>
          <w:szCs w:val="16"/>
        </w:rPr>
        <w:t>;</w:t>
      </w:r>
      <w:r>
        <w:rPr>
          <w:rFonts w:ascii="Consolas" w:eastAsia="Times New Roman" w:hAnsi="Consolas" w:cs="Consolas"/>
          <w:color w:val="1E7C70"/>
          <w:sz w:val="16"/>
          <w:szCs w:val="16"/>
        </w:rPr>
        <w:tab/>
      </w:r>
      <w:r w:rsidRPr="00A83AD4">
        <w:rPr>
          <w:rFonts w:ascii="Consolas" w:eastAsia="Times New Roman" w:hAnsi="Consolas" w:cs="Consolas"/>
          <w:color w:val="46830D"/>
          <w:sz w:val="16"/>
          <w:szCs w:val="16"/>
        </w:rPr>
        <w:t>// $foo</w:t>
      </w:r>
      <w:r w:rsidR="00B76B34">
        <w:rPr>
          <w:rFonts w:ascii="Consolas" w:eastAsia="Times New Roman" w:hAnsi="Consolas" w:cs="Consolas"/>
          <w:color w:val="46830D"/>
          <w:sz w:val="16"/>
          <w:szCs w:val="16"/>
        </w:rPr>
        <w:t xml:space="preserve"> </w:t>
      </w:r>
      <w:r w:rsidRPr="00A83AD4">
        <w:rPr>
          <w:rFonts w:ascii="Consolas" w:eastAsia="Times New Roman" w:hAnsi="Consolas" w:cs="Consolas"/>
          <w:color w:val="46830D"/>
          <w:sz w:val="16"/>
          <w:szCs w:val="16"/>
        </w:rPr>
        <w:t>is</w:t>
      </w:r>
      <w:r w:rsidR="00B76B34">
        <w:rPr>
          <w:rFonts w:ascii="Consolas" w:eastAsia="Times New Roman" w:hAnsi="Consolas" w:cs="Consolas"/>
          <w:color w:val="46830D"/>
          <w:sz w:val="16"/>
          <w:szCs w:val="16"/>
        </w:rPr>
        <w:t xml:space="preserve"> </w:t>
      </w:r>
      <w:r w:rsidRPr="00A83AD4">
        <w:rPr>
          <w:rFonts w:ascii="Consolas" w:eastAsia="Times New Roman" w:hAnsi="Consolas" w:cs="Consolas"/>
          <w:color w:val="46830D"/>
          <w:sz w:val="16"/>
          <w:szCs w:val="16"/>
        </w:rPr>
        <w:t>float (11)</w:t>
      </w:r>
    </w:p>
    <w:p w:rsidR="00A83AD4" w:rsidRPr="00A83AD4" w:rsidRDefault="00A83AD4" w:rsidP="00A83AD4">
      <w:pPr>
        <w:shd w:val="clear" w:color="auto" w:fill="FFFFFF"/>
        <w:tabs>
          <w:tab w:val="clear" w:pos="567"/>
          <w:tab w:val="left" w:pos="426"/>
          <w:tab w:val="left" w:pos="340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A83AD4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A83AD4">
        <w:rPr>
          <w:rFonts w:ascii="Consolas" w:eastAsia="Times New Roman" w:hAnsi="Consolas" w:cs="Consolas"/>
          <w:color w:val="9B5F9B"/>
          <w:sz w:val="16"/>
          <w:szCs w:val="16"/>
        </w:rPr>
        <w:t>$foo</w:t>
      </w:r>
      <w:r w:rsidRPr="00A83AD4">
        <w:rPr>
          <w:rFonts w:ascii="Consolas" w:eastAsia="Times New Roman" w:hAnsi="Consolas" w:cs="Consolas"/>
          <w:color w:val="1E7C70"/>
          <w:sz w:val="16"/>
          <w:szCs w:val="16"/>
        </w:rPr>
        <w:t>=</w:t>
      </w:r>
      <w:r w:rsidRPr="00A83AD4">
        <w:rPr>
          <w:rFonts w:ascii="Consolas" w:eastAsia="Times New Roman" w:hAnsi="Consolas" w:cs="Consolas"/>
          <w:color w:val="823125"/>
          <w:sz w:val="16"/>
          <w:szCs w:val="16"/>
        </w:rPr>
        <w:t>"10.0 pigs "</w:t>
      </w:r>
      <w:r w:rsidRPr="00A83AD4">
        <w:rPr>
          <w:rFonts w:ascii="Consolas" w:eastAsia="Times New Roman" w:hAnsi="Consolas" w:cs="Consolas"/>
          <w:color w:val="1E7C70"/>
          <w:sz w:val="16"/>
          <w:szCs w:val="16"/>
        </w:rPr>
        <w:t>+</w:t>
      </w:r>
      <w:r w:rsidRPr="00A83AD4">
        <w:rPr>
          <w:rFonts w:ascii="Consolas" w:eastAsia="Times New Roman" w:hAnsi="Consolas" w:cs="Consolas"/>
          <w:color w:val="9B5F9B"/>
          <w:sz w:val="16"/>
          <w:szCs w:val="16"/>
        </w:rPr>
        <w:t>1.0</w:t>
      </w:r>
      <w:r w:rsidRPr="00A83AD4">
        <w:rPr>
          <w:rFonts w:ascii="Consolas" w:eastAsia="Times New Roman" w:hAnsi="Consolas" w:cs="Consolas"/>
          <w:color w:val="1E7C70"/>
          <w:sz w:val="16"/>
          <w:szCs w:val="16"/>
        </w:rPr>
        <w:t>;</w:t>
      </w:r>
      <w:r>
        <w:rPr>
          <w:rFonts w:ascii="Consolas" w:eastAsia="Times New Roman" w:hAnsi="Consolas" w:cs="Consolas"/>
          <w:color w:val="1E7C70"/>
          <w:sz w:val="16"/>
          <w:szCs w:val="16"/>
        </w:rPr>
        <w:tab/>
      </w:r>
      <w:r w:rsidRPr="00A83AD4">
        <w:rPr>
          <w:rFonts w:ascii="Consolas" w:eastAsia="Times New Roman" w:hAnsi="Consolas" w:cs="Consolas"/>
          <w:color w:val="46830D"/>
          <w:sz w:val="16"/>
          <w:szCs w:val="16"/>
        </w:rPr>
        <w:t>// $foo</w:t>
      </w:r>
      <w:r w:rsidR="00B76B34">
        <w:rPr>
          <w:rFonts w:ascii="Consolas" w:eastAsia="Times New Roman" w:hAnsi="Consolas" w:cs="Consolas"/>
          <w:color w:val="46830D"/>
          <w:sz w:val="16"/>
          <w:szCs w:val="16"/>
        </w:rPr>
        <w:t xml:space="preserve"> </w:t>
      </w:r>
      <w:r w:rsidRPr="00A83AD4">
        <w:rPr>
          <w:rFonts w:ascii="Consolas" w:eastAsia="Times New Roman" w:hAnsi="Consolas" w:cs="Consolas"/>
          <w:color w:val="46830D"/>
          <w:sz w:val="16"/>
          <w:szCs w:val="16"/>
        </w:rPr>
        <w:t>is</w:t>
      </w:r>
      <w:r w:rsidR="00B76B34">
        <w:rPr>
          <w:rFonts w:ascii="Consolas" w:eastAsia="Times New Roman" w:hAnsi="Consolas" w:cs="Consolas"/>
          <w:color w:val="46830D"/>
          <w:sz w:val="16"/>
          <w:szCs w:val="16"/>
        </w:rPr>
        <w:t xml:space="preserve"> </w:t>
      </w:r>
      <w:r w:rsidRPr="00A83AD4">
        <w:rPr>
          <w:rFonts w:ascii="Consolas" w:eastAsia="Times New Roman" w:hAnsi="Consolas" w:cs="Consolas"/>
          <w:color w:val="46830D"/>
          <w:sz w:val="16"/>
          <w:szCs w:val="16"/>
        </w:rPr>
        <w:t xml:space="preserve">float (11) </w:t>
      </w:r>
    </w:p>
    <w:p w:rsidR="009C4C2C" w:rsidRDefault="00B5380A" w:rsidP="00B5380A">
      <w:pPr>
        <w:pStyle w:val="ListParagraph"/>
        <w:numPr>
          <w:ilvl w:val="0"/>
          <w:numId w:val="24"/>
        </w:numPr>
      </w:pPr>
      <w:r>
        <w:t xml:space="preserve">Studiați pagina de la adresa </w:t>
      </w:r>
      <w:hyperlink r:id="rId8" w:history="1">
        <w:r w:rsidRPr="0040628E">
          <w:rPr>
            <w:rStyle w:val="Hyperlink"/>
          </w:rPr>
          <w:t>http://www.php.net/manual/en/ref.string</w:t>
        </w:r>
        <w:r w:rsidRPr="0040628E">
          <w:rPr>
            <w:rStyle w:val="Hyperlink"/>
          </w:rPr>
          <w:t>s</w:t>
        </w:r>
        <w:r w:rsidRPr="0040628E">
          <w:rPr>
            <w:rStyle w:val="Hyperlink"/>
          </w:rPr>
          <w:t>.php</w:t>
        </w:r>
      </w:hyperlink>
      <w:r>
        <w:t xml:space="preserve"> pentru a vedea o listă cu funcții specializate în prelucrarea șirurilor de caractere și concepeți o pagină web salvată în fișierul </w:t>
      </w:r>
      <w:r w:rsidRPr="00E87C3D">
        <w:rPr>
          <w:i/>
        </w:rPr>
        <w:t>p3.php</w:t>
      </w:r>
      <w:r>
        <w:t xml:space="preserve"> în care să descrieți modul de funcționare și să dați câte un exemplu de folosire a funcțiilor: </w:t>
      </w:r>
      <w:r w:rsidR="004A1F6D">
        <w:rPr>
          <w:rFonts w:ascii="Consolas" w:hAnsi="Consolas" w:cs="Consolas"/>
          <w:color w:val="222222"/>
          <w:sz w:val="16"/>
          <w:szCs w:val="16"/>
        </w:rPr>
        <w:t>explode</w:t>
      </w:r>
      <w:r w:rsidR="004A1F6D">
        <w:rPr>
          <w:rFonts w:ascii="Consolas" w:hAnsi="Consolas" w:cs="Consolas"/>
          <w:color w:val="1E7C70"/>
          <w:sz w:val="16"/>
          <w:szCs w:val="16"/>
        </w:rPr>
        <w:t>()</w:t>
      </w:r>
      <w:r>
        <w:t>,</w:t>
      </w:r>
      <w:r w:rsidR="004A1F6D">
        <w:rPr>
          <w:rFonts w:ascii="Consolas" w:hAnsi="Consolas" w:cs="Consolas"/>
          <w:color w:val="222222"/>
          <w:sz w:val="16"/>
          <w:szCs w:val="16"/>
        </w:rPr>
        <w:t>implode</w:t>
      </w:r>
      <w:r w:rsidR="004A1F6D">
        <w:rPr>
          <w:rFonts w:ascii="Consolas" w:hAnsi="Consolas" w:cs="Consolas"/>
          <w:color w:val="1E7C70"/>
          <w:sz w:val="16"/>
          <w:szCs w:val="16"/>
        </w:rPr>
        <w:t>()</w:t>
      </w:r>
      <w:r>
        <w:t xml:space="preserve"> și a 5 funcții a căror nume este de forma str**** (</w:t>
      </w:r>
      <w:r w:rsidR="004A1F6D">
        <w:rPr>
          <w:rFonts w:ascii="Consolas" w:hAnsi="Consolas" w:cs="Consolas"/>
          <w:color w:val="222222"/>
          <w:sz w:val="16"/>
          <w:szCs w:val="16"/>
        </w:rPr>
        <w:t>strlen</w:t>
      </w:r>
      <w:r w:rsidR="004A1F6D">
        <w:rPr>
          <w:rFonts w:ascii="Consolas" w:hAnsi="Consolas" w:cs="Consolas"/>
          <w:color w:val="1E7C70"/>
          <w:sz w:val="16"/>
          <w:szCs w:val="16"/>
        </w:rPr>
        <w:t>()</w:t>
      </w:r>
      <w:r>
        <w:t xml:space="preserve">, </w:t>
      </w:r>
      <w:r w:rsidR="004A1F6D">
        <w:rPr>
          <w:rFonts w:ascii="Consolas" w:hAnsi="Consolas" w:cs="Consolas"/>
          <w:color w:val="222222"/>
          <w:sz w:val="16"/>
          <w:szCs w:val="16"/>
        </w:rPr>
        <w:t>strstr</w:t>
      </w:r>
      <w:r w:rsidR="004A1F6D">
        <w:rPr>
          <w:rFonts w:ascii="Consolas" w:hAnsi="Consolas" w:cs="Consolas"/>
          <w:color w:val="1E7C70"/>
          <w:sz w:val="16"/>
          <w:szCs w:val="16"/>
        </w:rPr>
        <w:t>()</w:t>
      </w:r>
      <w:r>
        <w:t>, etc).</w:t>
      </w:r>
    </w:p>
    <w:p w:rsidR="00825483" w:rsidRDefault="00825483" w:rsidP="00825483">
      <w:pPr>
        <w:pStyle w:val="Heading2"/>
      </w:pPr>
      <w:r>
        <w:t>Funcții</w:t>
      </w:r>
    </w:p>
    <w:p w:rsidR="00825483" w:rsidRDefault="00046E15" w:rsidP="009677B3">
      <w:pPr>
        <w:pStyle w:val="ListParagraph"/>
        <w:numPr>
          <w:ilvl w:val="0"/>
          <w:numId w:val="24"/>
        </w:numPr>
      </w:pPr>
      <w:r>
        <w:t>Pentru a defini o funcție se folosește cuvântul cheie function, în rest sintaxa și modul de apelare sunt similare cu cele din C++:</w:t>
      </w:r>
    </w:p>
    <w:p w:rsidR="00046E15" w:rsidRPr="00046E15" w:rsidRDefault="00046E15" w:rsidP="008C14B8">
      <w:pPr>
        <w:shd w:val="clear" w:color="auto" w:fill="FFFFFF"/>
        <w:tabs>
          <w:tab w:val="clear" w:pos="567"/>
          <w:tab w:val="left" w:pos="426"/>
          <w:tab w:val="left" w:pos="851"/>
          <w:tab w:val="left" w:pos="29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046E15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046E15">
        <w:rPr>
          <w:rFonts w:ascii="Consolas" w:eastAsia="Times New Roman" w:hAnsi="Consolas" w:cs="Consolas"/>
          <w:color w:val="46830D"/>
          <w:sz w:val="16"/>
          <w:szCs w:val="16"/>
        </w:rPr>
        <w:t>//exemplu definire funcție</w:t>
      </w:r>
    </w:p>
    <w:p w:rsidR="00046E15" w:rsidRPr="00046E15" w:rsidRDefault="00046E15" w:rsidP="008C14B8">
      <w:pPr>
        <w:shd w:val="clear" w:color="auto" w:fill="FFFFFF"/>
        <w:tabs>
          <w:tab w:val="clear" w:pos="567"/>
          <w:tab w:val="left" w:pos="426"/>
          <w:tab w:val="left" w:pos="851"/>
          <w:tab w:val="left" w:pos="29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046E15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046E15">
        <w:rPr>
          <w:rFonts w:ascii="Consolas" w:eastAsia="Times New Roman" w:hAnsi="Consolas" w:cs="Consolas"/>
          <w:color w:val="4F76AC"/>
          <w:sz w:val="16"/>
          <w:szCs w:val="16"/>
        </w:rPr>
        <w:t>function</w:t>
      </w:r>
      <w:r w:rsidRPr="00046E15">
        <w:rPr>
          <w:rFonts w:ascii="Consolas" w:eastAsia="Times New Roman" w:hAnsi="Consolas" w:cs="Consolas"/>
          <w:color w:val="000000"/>
          <w:sz w:val="16"/>
          <w:szCs w:val="16"/>
        </w:rPr>
        <w:t xml:space="preserve"> test</w:t>
      </w:r>
      <w:r w:rsidRPr="00046E15">
        <w:rPr>
          <w:rFonts w:ascii="Consolas" w:eastAsia="Times New Roman" w:hAnsi="Consolas" w:cs="Consolas"/>
          <w:color w:val="1E7C70"/>
          <w:sz w:val="16"/>
          <w:szCs w:val="16"/>
        </w:rPr>
        <w:t>(</w:t>
      </w:r>
      <w:r w:rsidRPr="00046E15">
        <w:rPr>
          <w:rFonts w:ascii="Consolas" w:eastAsia="Times New Roman" w:hAnsi="Consolas" w:cs="Consolas"/>
          <w:color w:val="9B5F9B"/>
          <w:sz w:val="16"/>
          <w:szCs w:val="16"/>
        </w:rPr>
        <w:t>$parametru_1</w:t>
      </w:r>
      <w:r w:rsidRPr="00046E15">
        <w:rPr>
          <w:rFonts w:ascii="Consolas" w:eastAsia="Times New Roman" w:hAnsi="Consolas" w:cs="Consolas"/>
          <w:color w:val="1E7C70"/>
          <w:sz w:val="16"/>
          <w:szCs w:val="16"/>
        </w:rPr>
        <w:t>,</w:t>
      </w:r>
      <w:r w:rsidRPr="00046E15">
        <w:rPr>
          <w:rFonts w:ascii="Consolas" w:eastAsia="Times New Roman" w:hAnsi="Consolas" w:cs="Consolas"/>
          <w:color w:val="9B5F9B"/>
          <w:sz w:val="16"/>
          <w:szCs w:val="16"/>
        </w:rPr>
        <w:t>$parametru_2</w:t>
      </w:r>
      <w:r w:rsidR="00EA53D1" w:rsidRPr="00046E15">
        <w:rPr>
          <w:rFonts w:ascii="Consolas" w:eastAsia="Times New Roman" w:hAnsi="Consolas" w:cs="Consolas"/>
          <w:color w:val="1E7C70"/>
          <w:sz w:val="16"/>
          <w:szCs w:val="16"/>
        </w:rPr>
        <w:t>,</w:t>
      </w:r>
      <w:r w:rsidR="00EA53D1">
        <w:rPr>
          <w:rFonts w:ascii="Consolas" w:eastAsia="Times New Roman" w:hAnsi="Consolas" w:cs="Consolas"/>
          <w:color w:val="9B5F9B"/>
          <w:sz w:val="16"/>
          <w:szCs w:val="16"/>
        </w:rPr>
        <w:t xml:space="preserve">$parametru_3 </w:t>
      </w:r>
      <w:r w:rsidRPr="00046E15">
        <w:rPr>
          <w:rFonts w:ascii="Consolas" w:eastAsia="Times New Roman" w:hAnsi="Consolas" w:cs="Consolas"/>
          <w:color w:val="46830D"/>
          <w:sz w:val="16"/>
          <w:szCs w:val="16"/>
        </w:rPr>
        <w:t>/* ...</w:t>
      </w:r>
      <w:r w:rsidR="00EA53D1">
        <w:rPr>
          <w:rFonts w:ascii="Consolas" w:eastAsia="Times New Roman" w:hAnsi="Consolas" w:cs="Consolas"/>
          <w:color w:val="46830D"/>
          <w:sz w:val="16"/>
          <w:szCs w:val="16"/>
        </w:rPr>
        <w:t>etc</w:t>
      </w:r>
      <w:r w:rsidRPr="00046E15">
        <w:rPr>
          <w:rFonts w:ascii="Consolas" w:eastAsia="Times New Roman" w:hAnsi="Consolas" w:cs="Consolas"/>
          <w:color w:val="46830D"/>
          <w:sz w:val="16"/>
          <w:szCs w:val="16"/>
        </w:rPr>
        <w:t>, */</w:t>
      </w:r>
      <w:r w:rsidRPr="00046E15">
        <w:rPr>
          <w:rFonts w:ascii="Consolas" w:eastAsia="Times New Roman" w:hAnsi="Consolas" w:cs="Consolas"/>
          <w:color w:val="1E7C70"/>
          <w:sz w:val="16"/>
          <w:szCs w:val="16"/>
        </w:rPr>
        <w:t>)</w:t>
      </w:r>
    </w:p>
    <w:p w:rsidR="00046E15" w:rsidRPr="00046E15" w:rsidRDefault="00046E15" w:rsidP="008C14B8">
      <w:pPr>
        <w:shd w:val="clear" w:color="auto" w:fill="FFFFFF"/>
        <w:tabs>
          <w:tab w:val="clear" w:pos="567"/>
          <w:tab w:val="left" w:pos="426"/>
          <w:tab w:val="left" w:pos="851"/>
          <w:tab w:val="left" w:pos="29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046E15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046E15">
        <w:rPr>
          <w:rFonts w:ascii="Consolas" w:eastAsia="Times New Roman" w:hAnsi="Consolas" w:cs="Consolas"/>
          <w:color w:val="1E7C70"/>
          <w:sz w:val="16"/>
          <w:szCs w:val="16"/>
        </w:rPr>
        <w:t>{</w:t>
      </w:r>
    </w:p>
    <w:p w:rsidR="00046E15" w:rsidRPr="00046E15" w:rsidRDefault="00046E15" w:rsidP="008C14B8">
      <w:pPr>
        <w:shd w:val="clear" w:color="auto" w:fill="FFFFFF"/>
        <w:tabs>
          <w:tab w:val="clear" w:pos="567"/>
          <w:tab w:val="left" w:pos="426"/>
          <w:tab w:val="left" w:pos="851"/>
          <w:tab w:val="left" w:pos="29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046E15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046E15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046E15">
        <w:rPr>
          <w:rFonts w:ascii="Consolas" w:eastAsia="Times New Roman" w:hAnsi="Consolas" w:cs="Consolas"/>
          <w:color w:val="9B5F9B"/>
          <w:sz w:val="16"/>
          <w:szCs w:val="16"/>
        </w:rPr>
        <w:t>$retval</w:t>
      </w:r>
      <w:r w:rsidRPr="00046E15">
        <w:rPr>
          <w:rFonts w:ascii="Consolas" w:eastAsia="Times New Roman" w:hAnsi="Consolas" w:cs="Consolas"/>
          <w:color w:val="1E7C70"/>
          <w:sz w:val="16"/>
          <w:szCs w:val="16"/>
        </w:rPr>
        <w:t>=</w:t>
      </w:r>
      <w:r w:rsidRPr="00046E15">
        <w:rPr>
          <w:rFonts w:ascii="Consolas" w:eastAsia="Times New Roman" w:hAnsi="Consolas" w:cs="Consolas"/>
          <w:color w:val="9B5F9B"/>
          <w:sz w:val="16"/>
          <w:szCs w:val="16"/>
        </w:rPr>
        <w:t>$parametru_1</w:t>
      </w:r>
      <w:r w:rsidRPr="00046E15">
        <w:rPr>
          <w:rFonts w:ascii="Consolas" w:eastAsia="Times New Roman" w:hAnsi="Consolas" w:cs="Consolas"/>
          <w:color w:val="1E7C70"/>
          <w:sz w:val="16"/>
          <w:szCs w:val="16"/>
        </w:rPr>
        <w:t>.</w:t>
      </w:r>
      <w:r w:rsidRPr="00046E15">
        <w:rPr>
          <w:rFonts w:ascii="Consolas" w:eastAsia="Times New Roman" w:hAnsi="Consolas" w:cs="Consolas"/>
          <w:color w:val="9B5F9B"/>
          <w:sz w:val="16"/>
          <w:szCs w:val="16"/>
        </w:rPr>
        <w:t>$parametru_2</w:t>
      </w:r>
      <w:r w:rsidRPr="00046E15">
        <w:rPr>
          <w:rFonts w:ascii="Consolas" w:eastAsia="Times New Roman" w:hAnsi="Consolas" w:cs="Consolas"/>
          <w:color w:val="1E7C70"/>
          <w:sz w:val="16"/>
          <w:szCs w:val="16"/>
        </w:rPr>
        <w:t>.</w:t>
      </w:r>
      <w:r w:rsidRPr="00046E15">
        <w:rPr>
          <w:rFonts w:ascii="Consolas" w:eastAsia="Times New Roman" w:hAnsi="Consolas" w:cs="Consolas"/>
          <w:color w:val="9B5F9B"/>
          <w:sz w:val="16"/>
          <w:szCs w:val="16"/>
        </w:rPr>
        <w:t>$parametru_</w:t>
      </w:r>
      <w:r w:rsidR="00CA4B26">
        <w:rPr>
          <w:rFonts w:ascii="Consolas" w:eastAsia="Times New Roman" w:hAnsi="Consolas" w:cs="Consolas"/>
          <w:color w:val="9B5F9B"/>
          <w:sz w:val="16"/>
          <w:szCs w:val="16"/>
        </w:rPr>
        <w:t>3</w:t>
      </w:r>
      <w:r w:rsidRPr="00046E15">
        <w:rPr>
          <w:rFonts w:ascii="Consolas" w:eastAsia="Times New Roman" w:hAnsi="Consolas" w:cs="Consolas"/>
          <w:color w:val="1E7C70"/>
          <w:sz w:val="16"/>
          <w:szCs w:val="16"/>
        </w:rPr>
        <w:t>;</w:t>
      </w:r>
    </w:p>
    <w:p w:rsidR="00046E15" w:rsidRPr="00046E15" w:rsidRDefault="00046E15" w:rsidP="008C14B8">
      <w:pPr>
        <w:shd w:val="clear" w:color="auto" w:fill="FFFFFF"/>
        <w:tabs>
          <w:tab w:val="clear" w:pos="567"/>
          <w:tab w:val="left" w:pos="426"/>
          <w:tab w:val="left" w:pos="851"/>
          <w:tab w:val="left" w:pos="29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046E15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046E15">
        <w:rPr>
          <w:rFonts w:ascii="Consolas" w:eastAsia="Times New Roman" w:hAnsi="Consolas" w:cs="Consolas"/>
          <w:color w:val="000000"/>
          <w:sz w:val="16"/>
          <w:szCs w:val="16"/>
        </w:rPr>
        <w:tab/>
      </w:r>
    </w:p>
    <w:p w:rsidR="00046E15" w:rsidRPr="00046E15" w:rsidRDefault="00046E15" w:rsidP="008C14B8">
      <w:pPr>
        <w:shd w:val="clear" w:color="auto" w:fill="FFFFFF"/>
        <w:tabs>
          <w:tab w:val="clear" w:pos="567"/>
          <w:tab w:val="left" w:pos="426"/>
          <w:tab w:val="left" w:pos="851"/>
          <w:tab w:val="left" w:pos="29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046E15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046E15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046E15">
        <w:rPr>
          <w:rFonts w:ascii="Consolas" w:eastAsia="Times New Roman" w:hAnsi="Consolas" w:cs="Consolas"/>
          <w:color w:val="4F76AC"/>
          <w:sz w:val="16"/>
          <w:szCs w:val="16"/>
        </w:rPr>
        <w:t>echo</w:t>
      </w:r>
      <w:r w:rsidRPr="00046E15">
        <w:rPr>
          <w:rFonts w:ascii="Consolas" w:eastAsia="Times New Roman" w:hAnsi="Consolas" w:cs="Consolas"/>
          <w:color w:val="823125"/>
          <w:sz w:val="16"/>
          <w:szCs w:val="16"/>
        </w:rPr>
        <w:t>"&lt;br/&gt;Am rulaaaat!.\n"</w:t>
      </w:r>
      <w:r w:rsidRPr="00046E15">
        <w:rPr>
          <w:rFonts w:ascii="Consolas" w:eastAsia="Times New Roman" w:hAnsi="Consolas" w:cs="Consolas"/>
          <w:color w:val="1E7C70"/>
          <w:sz w:val="16"/>
          <w:szCs w:val="16"/>
        </w:rPr>
        <w:t>;</w:t>
      </w:r>
    </w:p>
    <w:p w:rsidR="00046E15" w:rsidRPr="00046E15" w:rsidRDefault="00046E15" w:rsidP="008C14B8">
      <w:pPr>
        <w:shd w:val="clear" w:color="auto" w:fill="FFFFFF"/>
        <w:tabs>
          <w:tab w:val="clear" w:pos="567"/>
          <w:tab w:val="left" w:pos="426"/>
          <w:tab w:val="left" w:pos="851"/>
          <w:tab w:val="left" w:pos="29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046E15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046E15">
        <w:rPr>
          <w:rFonts w:ascii="Consolas" w:eastAsia="Times New Roman" w:hAnsi="Consolas" w:cs="Consolas"/>
          <w:color w:val="000000"/>
          <w:sz w:val="16"/>
          <w:szCs w:val="16"/>
        </w:rPr>
        <w:tab/>
      </w:r>
    </w:p>
    <w:p w:rsidR="00046E15" w:rsidRPr="00046E15" w:rsidRDefault="00046E15" w:rsidP="008C14B8">
      <w:pPr>
        <w:shd w:val="clear" w:color="auto" w:fill="FFFFFF"/>
        <w:tabs>
          <w:tab w:val="clear" w:pos="567"/>
          <w:tab w:val="left" w:pos="426"/>
          <w:tab w:val="left" w:pos="851"/>
          <w:tab w:val="left" w:pos="29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046E15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046E15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046E15">
        <w:rPr>
          <w:rFonts w:ascii="Consolas" w:eastAsia="Times New Roman" w:hAnsi="Consolas" w:cs="Consolas"/>
          <w:color w:val="4F76AC"/>
          <w:sz w:val="16"/>
          <w:szCs w:val="16"/>
        </w:rPr>
        <w:t>return</w:t>
      </w:r>
      <w:r w:rsidRPr="00046E15">
        <w:rPr>
          <w:rFonts w:ascii="Consolas" w:eastAsia="Times New Roman" w:hAnsi="Consolas" w:cs="Consolas"/>
          <w:color w:val="9B5F9B"/>
          <w:sz w:val="16"/>
          <w:szCs w:val="16"/>
        </w:rPr>
        <w:t>$retval</w:t>
      </w:r>
      <w:r w:rsidRPr="00046E15">
        <w:rPr>
          <w:rFonts w:ascii="Consolas" w:eastAsia="Times New Roman" w:hAnsi="Consolas" w:cs="Consolas"/>
          <w:color w:val="1E7C70"/>
          <w:sz w:val="16"/>
          <w:szCs w:val="16"/>
        </w:rPr>
        <w:t>;</w:t>
      </w:r>
    </w:p>
    <w:p w:rsidR="00046E15" w:rsidRPr="00046E15" w:rsidRDefault="00046E15" w:rsidP="008C14B8">
      <w:pPr>
        <w:shd w:val="clear" w:color="auto" w:fill="FFFFFF"/>
        <w:tabs>
          <w:tab w:val="clear" w:pos="567"/>
          <w:tab w:val="left" w:pos="426"/>
          <w:tab w:val="left" w:pos="851"/>
          <w:tab w:val="left" w:pos="29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046E15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046E15">
        <w:rPr>
          <w:rFonts w:ascii="Consolas" w:eastAsia="Times New Roman" w:hAnsi="Consolas" w:cs="Consolas"/>
          <w:color w:val="1E7C70"/>
          <w:sz w:val="16"/>
          <w:szCs w:val="16"/>
        </w:rPr>
        <w:t>}</w:t>
      </w:r>
    </w:p>
    <w:p w:rsidR="00046E15" w:rsidRPr="00046E15" w:rsidRDefault="00046E15" w:rsidP="008C14B8">
      <w:pPr>
        <w:shd w:val="clear" w:color="auto" w:fill="FFFFFF"/>
        <w:tabs>
          <w:tab w:val="clear" w:pos="567"/>
          <w:tab w:val="left" w:pos="426"/>
          <w:tab w:val="left" w:pos="851"/>
          <w:tab w:val="left" w:pos="29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</w:p>
    <w:p w:rsidR="00046E15" w:rsidRPr="00046E15" w:rsidRDefault="00046E15" w:rsidP="008C14B8">
      <w:pPr>
        <w:shd w:val="clear" w:color="auto" w:fill="FFFFFF"/>
        <w:tabs>
          <w:tab w:val="clear" w:pos="567"/>
          <w:tab w:val="left" w:pos="426"/>
          <w:tab w:val="left" w:pos="851"/>
          <w:tab w:val="left" w:pos="29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046E15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046E15">
        <w:rPr>
          <w:rFonts w:ascii="Consolas" w:eastAsia="Times New Roman" w:hAnsi="Consolas" w:cs="Consolas"/>
          <w:color w:val="46830D"/>
          <w:sz w:val="16"/>
          <w:szCs w:val="16"/>
        </w:rPr>
        <w:t>//exemplu apeluri</w:t>
      </w:r>
    </w:p>
    <w:p w:rsidR="00046E15" w:rsidRPr="00046E15" w:rsidRDefault="00046E15" w:rsidP="008C14B8">
      <w:pPr>
        <w:shd w:val="clear" w:color="auto" w:fill="FFFFFF"/>
        <w:tabs>
          <w:tab w:val="clear" w:pos="567"/>
          <w:tab w:val="left" w:pos="426"/>
          <w:tab w:val="left" w:pos="851"/>
          <w:tab w:val="left" w:pos="29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046E15">
        <w:rPr>
          <w:rFonts w:ascii="Consolas" w:eastAsia="Times New Roman" w:hAnsi="Consolas" w:cs="Consolas"/>
          <w:color w:val="000000"/>
          <w:sz w:val="16"/>
          <w:szCs w:val="16"/>
        </w:rPr>
        <w:tab/>
        <w:t>test</w:t>
      </w:r>
      <w:r w:rsidRPr="00046E15">
        <w:rPr>
          <w:rFonts w:ascii="Consolas" w:eastAsia="Times New Roman" w:hAnsi="Consolas" w:cs="Consolas"/>
          <w:color w:val="1E7C70"/>
          <w:sz w:val="16"/>
          <w:szCs w:val="16"/>
        </w:rPr>
        <w:t>();</w:t>
      </w:r>
      <w:r w:rsidRPr="00046E15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046E15">
        <w:rPr>
          <w:rFonts w:ascii="Consolas" w:eastAsia="Times New Roman" w:hAnsi="Consolas" w:cs="Consolas"/>
          <w:color w:val="46830D"/>
          <w:sz w:val="16"/>
          <w:szCs w:val="16"/>
        </w:rPr>
        <w:t xml:space="preserve">// </w:t>
      </w:r>
      <w:r w:rsidR="0080728F">
        <w:rPr>
          <w:rFonts w:ascii="Consolas" w:eastAsia="Times New Roman" w:hAnsi="Consolas" w:cs="Consolas"/>
          <w:color w:val="46830D"/>
          <w:sz w:val="16"/>
          <w:szCs w:val="16"/>
        </w:rPr>
        <w:t>Am rulaaaat!</w:t>
      </w:r>
    </w:p>
    <w:p w:rsidR="00046E15" w:rsidRPr="00046E15" w:rsidRDefault="00046E15" w:rsidP="008C14B8">
      <w:pPr>
        <w:shd w:val="clear" w:color="auto" w:fill="FFFFFF"/>
        <w:tabs>
          <w:tab w:val="clear" w:pos="567"/>
          <w:tab w:val="left" w:pos="426"/>
          <w:tab w:val="left" w:pos="851"/>
          <w:tab w:val="left" w:pos="29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046E15">
        <w:rPr>
          <w:rFonts w:ascii="Consolas" w:eastAsia="Times New Roman" w:hAnsi="Consolas" w:cs="Consolas"/>
          <w:color w:val="000000"/>
          <w:sz w:val="16"/>
          <w:szCs w:val="16"/>
        </w:rPr>
        <w:tab/>
        <w:t>test</w:t>
      </w:r>
      <w:r w:rsidRPr="00046E15">
        <w:rPr>
          <w:rFonts w:ascii="Consolas" w:eastAsia="Times New Roman" w:hAnsi="Consolas" w:cs="Consolas"/>
          <w:color w:val="1E7C70"/>
          <w:sz w:val="16"/>
          <w:szCs w:val="16"/>
        </w:rPr>
        <w:t>(</w:t>
      </w:r>
      <w:r w:rsidRPr="00046E15">
        <w:rPr>
          <w:rFonts w:ascii="Consolas" w:eastAsia="Times New Roman" w:hAnsi="Consolas" w:cs="Consolas"/>
          <w:color w:val="9B5F9B"/>
          <w:sz w:val="16"/>
          <w:szCs w:val="16"/>
        </w:rPr>
        <w:t>1</w:t>
      </w:r>
      <w:r w:rsidRPr="00046E15">
        <w:rPr>
          <w:rFonts w:ascii="Consolas" w:eastAsia="Times New Roman" w:hAnsi="Consolas" w:cs="Consolas"/>
          <w:color w:val="1E7C70"/>
          <w:sz w:val="16"/>
          <w:szCs w:val="16"/>
        </w:rPr>
        <w:t>);</w:t>
      </w:r>
      <w:r w:rsidRPr="00046E15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046E15">
        <w:rPr>
          <w:rFonts w:ascii="Consolas" w:eastAsia="Times New Roman" w:hAnsi="Consolas" w:cs="Consolas"/>
          <w:color w:val="46830D"/>
          <w:sz w:val="16"/>
          <w:szCs w:val="16"/>
        </w:rPr>
        <w:t xml:space="preserve">// </w:t>
      </w:r>
      <w:r w:rsidR="0080728F">
        <w:rPr>
          <w:rFonts w:ascii="Consolas" w:eastAsia="Times New Roman" w:hAnsi="Consolas" w:cs="Consolas"/>
          <w:color w:val="46830D"/>
          <w:sz w:val="16"/>
          <w:szCs w:val="16"/>
        </w:rPr>
        <w:t>Am rulaaaat!</w:t>
      </w:r>
    </w:p>
    <w:p w:rsidR="00046E15" w:rsidRPr="00046E15" w:rsidRDefault="00046E15" w:rsidP="008C14B8">
      <w:pPr>
        <w:shd w:val="clear" w:color="auto" w:fill="FFFFFF"/>
        <w:tabs>
          <w:tab w:val="clear" w:pos="567"/>
          <w:tab w:val="left" w:pos="426"/>
          <w:tab w:val="left" w:pos="851"/>
          <w:tab w:val="left" w:pos="29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046E15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046E15">
        <w:rPr>
          <w:rFonts w:ascii="Consolas" w:eastAsia="Times New Roman" w:hAnsi="Consolas" w:cs="Consolas"/>
          <w:color w:val="4F76AC"/>
          <w:sz w:val="16"/>
          <w:szCs w:val="16"/>
        </w:rPr>
        <w:t>echo</w:t>
      </w:r>
      <w:r w:rsidRPr="00046E15">
        <w:rPr>
          <w:rFonts w:ascii="Consolas" w:eastAsia="Times New Roman" w:hAnsi="Consolas" w:cs="Consolas"/>
          <w:color w:val="000000"/>
          <w:sz w:val="16"/>
          <w:szCs w:val="16"/>
        </w:rPr>
        <w:t xml:space="preserve"> test</w:t>
      </w:r>
      <w:r w:rsidRPr="00046E15">
        <w:rPr>
          <w:rFonts w:ascii="Consolas" w:eastAsia="Times New Roman" w:hAnsi="Consolas" w:cs="Consolas"/>
          <w:color w:val="1E7C70"/>
          <w:sz w:val="16"/>
          <w:szCs w:val="16"/>
        </w:rPr>
        <w:t>(</w:t>
      </w:r>
      <w:r w:rsidRPr="00046E15">
        <w:rPr>
          <w:rFonts w:ascii="Consolas" w:eastAsia="Times New Roman" w:hAnsi="Consolas" w:cs="Consolas"/>
          <w:color w:val="9B5F9B"/>
          <w:sz w:val="16"/>
          <w:szCs w:val="16"/>
        </w:rPr>
        <w:t>1</w:t>
      </w:r>
      <w:r w:rsidRPr="00046E15">
        <w:rPr>
          <w:rFonts w:ascii="Consolas" w:eastAsia="Times New Roman" w:hAnsi="Consolas" w:cs="Consolas"/>
          <w:color w:val="1E7C70"/>
          <w:sz w:val="16"/>
          <w:szCs w:val="16"/>
        </w:rPr>
        <w:t>,</w:t>
      </w:r>
      <w:r w:rsidRPr="00046E15">
        <w:rPr>
          <w:rFonts w:ascii="Consolas" w:eastAsia="Times New Roman" w:hAnsi="Consolas" w:cs="Consolas"/>
          <w:color w:val="9B5F9B"/>
          <w:sz w:val="16"/>
          <w:szCs w:val="16"/>
        </w:rPr>
        <w:t>2</w:t>
      </w:r>
      <w:r w:rsidRPr="00046E15">
        <w:rPr>
          <w:rFonts w:ascii="Consolas" w:eastAsia="Times New Roman" w:hAnsi="Consolas" w:cs="Consolas"/>
          <w:color w:val="1E7C70"/>
          <w:sz w:val="16"/>
          <w:szCs w:val="16"/>
        </w:rPr>
        <w:t>);</w:t>
      </w:r>
      <w:r w:rsidRPr="00046E15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046E15">
        <w:rPr>
          <w:rFonts w:ascii="Consolas" w:eastAsia="Times New Roman" w:hAnsi="Consolas" w:cs="Consolas"/>
          <w:color w:val="46830D"/>
          <w:sz w:val="16"/>
          <w:szCs w:val="16"/>
        </w:rPr>
        <w:t xml:space="preserve">// </w:t>
      </w:r>
      <w:r w:rsidR="0080728F">
        <w:rPr>
          <w:rFonts w:ascii="Consolas" w:eastAsia="Times New Roman" w:hAnsi="Consolas" w:cs="Consolas"/>
          <w:color w:val="46830D"/>
          <w:sz w:val="16"/>
          <w:szCs w:val="16"/>
        </w:rPr>
        <w:t>Am rulaaaat!</w:t>
      </w:r>
      <w:r w:rsidRPr="00046E15">
        <w:rPr>
          <w:rFonts w:ascii="Consolas" w:eastAsia="Times New Roman" w:hAnsi="Consolas" w:cs="Consolas"/>
          <w:color w:val="46830D"/>
          <w:sz w:val="16"/>
          <w:szCs w:val="16"/>
        </w:rPr>
        <w:t>12</w:t>
      </w:r>
    </w:p>
    <w:p w:rsidR="00046E15" w:rsidRPr="00046E15" w:rsidRDefault="00046E15" w:rsidP="008C14B8">
      <w:pPr>
        <w:shd w:val="clear" w:color="auto" w:fill="FFFFFF"/>
        <w:tabs>
          <w:tab w:val="clear" w:pos="567"/>
          <w:tab w:val="left" w:pos="426"/>
          <w:tab w:val="left" w:pos="851"/>
          <w:tab w:val="left" w:pos="29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046E15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046E15">
        <w:rPr>
          <w:rFonts w:ascii="Consolas" w:eastAsia="Times New Roman" w:hAnsi="Consolas" w:cs="Consolas"/>
          <w:color w:val="4F76AC"/>
          <w:sz w:val="16"/>
          <w:szCs w:val="16"/>
        </w:rPr>
        <w:t>echo</w:t>
      </w:r>
      <w:r w:rsidRPr="00046E15">
        <w:rPr>
          <w:rFonts w:ascii="Consolas" w:eastAsia="Times New Roman" w:hAnsi="Consolas" w:cs="Consolas"/>
          <w:color w:val="000000"/>
          <w:sz w:val="16"/>
          <w:szCs w:val="16"/>
        </w:rPr>
        <w:t xml:space="preserve"> test</w:t>
      </w:r>
      <w:r w:rsidRPr="00046E15">
        <w:rPr>
          <w:rFonts w:ascii="Consolas" w:eastAsia="Times New Roman" w:hAnsi="Consolas" w:cs="Consolas"/>
          <w:color w:val="1E7C70"/>
          <w:sz w:val="16"/>
          <w:szCs w:val="16"/>
        </w:rPr>
        <w:t>(</w:t>
      </w:r>
      <w:r w:rsidRPr="00046E15">
        <w:rPr>
          <w:rFonts w:ascii="Consolas" w:eastAsia="Times New Roman" w:hAnsi="Consolas" w:cs="Consolas"/>
          <w:color w:val="9B5F9B"/>
          <w:sz w:val="16"/>
          <w:szCs w:val="16"/>
        </w:rPr>
        <w:t>1</w:t>
      </w:r>
      <w:r w:rsidRPr="00046E15">
        <w:rPr>
          <w:rFonts w:ascii="Consolas" w:eastAsia="Times New Roman" w:hAnsi="Consolas" w:cs="Consolas"/>
          <w:color w:val="1E7C70"/>
          <w:sz w:val="16"/>
          <w:szCs w:val="16"/>
        </w:rPr>
        <w:t>,</w:t>
      </w:r>
      <w:r w:rsidRPr="00046E15">
        <w:rPr>
          <w:rFonts w:ascii="Consolas" w:eastAsia="Times New Roman" w:hAnsi="Consolas" w:cs="Consolas"/>
          <w:color w:val="9B5F9B"/>
          <w:sz w:val="16"/>
          <w:szCs w:val="16"/>
        </w:rPr>
        <w:t>2</w:t>
      </w:r>
      <w:r w:rsidRPr="00046E15">
        <w:rPr>
          <w:rFonts w:ascii="Consolas" w:eastAsia="Times New Roman" w:hAnsi="Consolas" w:cs="Consolas"/>
          <w:color w:val="1E7C70"/>
          <w:sz w:val="16"/>
          <w:szCs w:val="16"/>
        </w:rPr>
        <w:t>,</w:t>
      </w:r>
      <w:r w:rsidRPr="00046E15">
        <w:rPr>
          <w:rFonts w:ascii="Consolas" w:eastAsia="Times New Roman" w:hAnsi="Consolas" w:cs="Consolas"/>
          <w:color w:val="9B5F9B"/>
          <w:sz w:val="16"/>
          <w:szCs w:val="16"/>
        </w:rPr>
        <w:t>3</w:t>
      </w:r>
      <w:r w:rsidRPr="00046E15">
        <w:rPr>
          <w:rFonts w:ascii="Consolas" w:eastAsia="Times New Roman" w:hAnsi="Consolas" w:cs="Consolas"/>
          <w:color w:val="1E7C70"/>
          <w:sz w:val="16"/>
          <w:szCs w:val="16"/>
        </w:rPr>
        <w:t>);</w:t>
      </w:r>
      <w:r w:rsidRPr="00046E15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046E15">
        <w:rPr>
          <w:rFonts w:ascii="Consolas" w:eastAsia="Times New Roman" w:hAnsi="Consolas" w:cs="Consolas"/>
          <w:color w:val="46830D"/>
          <w:sz w:val="16"/>
          <w:szCs w:val="16"/>
        </w:rPr>
        <w:t xml:space="preserve">// </w:t>
      </w:r>
      <w:r w:rsidR="0080728F">
        <w:rPr>
          <w:rFonts w:ascii="Consolas" w:eastAsia="Times New Roman" w:hAnsi="Consolas" w:cs="Consolas"/>
          <w:color w:val="46830D"/>
          <w:sz w:val="16"/>
          <w:szCs w:val="16"/>
        </w:rPr>
        <w:t>Am rulaaaat!</w:t>
      </w:r>
      <w:r w:rsidRPr="00046E15">
        <w:rPr>
          <w:rFonts w:ascii="Consolas" w:eastAsia="Times New Roman" w:hAnsi="Consolas" w:cs="Consolas"/>
          <w:color w:val="46830D"/>
          <w:sz w:val="16"/>
          <w:szCs w:val="16"/>
        </w:rPr>
        <w:t>123</w:t>
      </w:r>
    </w:p>
    <w:p w:rsidR="00046E15" w:rsidRPr="00046E15" w:rsidRDefault="00046E15" w:rsidP="008C14B8">
      <w:pPr>
        <w:shd w:val="clear" w:color="auto" w:fill="FFFFFF"/>
        <w:tabs>
          <w:tab w:val="clear" w:pos="567"/>
          <w:tab w:val="left" w:pos="426"/>
          <w:tab w:val="left" w:pos="851"/>
          <w:tab w:val="left" w:pos="29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046E15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046E15">
        <w:rPr>
          <w:rFonts w:ascii="Consolas" w:eastAsia="Times New Roman" w:hAnsi="Consolas" w:cs="Consolas"/>
          <w:color w:val="4F76AC"/>
          <w:sz w:val="16"/>
          <w:szCs w:val="16"/>
        </w:rPr>
        <w:t>echo</w:t>
      </w:r>
      <w:r w:rsidRPr="00046E15">
        <w:rPr>
          <w:rFonts w:ascii="Consolas" w:eastAsia="Times New Roman" w:hAnsi="Consolas" w:cs="Consolas"/>
          <w:color w:val="000000"/>
          <w:sz w:val="16"/>
          <w:szCs w:val="16"/>
        </w:rPr>
        <w:t xml:space="preserve"> test</w:t>
      </w:r>
      <w:r w:rsidRPr="00046E15">
        <w:rPr>
          <w:rFonts w:ascii="Consolas" w:eastAsia="Times New Roman" w:hAnsi="Consolas" w:cs="Consolas"/>
          <w:color w:val="1E7C70"/>
          <w:sz w:val="16"/>
          <w:szCs w:val="16"/>
        </w:rPr>
        <w:t>(</w:t>
      </w:r>
      <w:r w:rsidRPr="00046E15">
        <w:rPr>
          <w:rFonts w:ascii="Consolas" w:eastAsia="Times New Roman" w:hAnsi="Consolas" w:cs="Consolas"/>
          <w:color w:val="9B5F9B"/>
          <w:sz w:val="16"/>
          <w:szCs w:val="16"/>
        </w:rPr>
        <w:t>1</w:t>
      </w:r>
      <w:r w:rsidRPr="00046E15">
        <w:rPr>
          <w:rFonts w:ascii="Consolas" w:eastAsia="Times New Roman" w:hAnsi="Consolas" w:cs="Consolas"/>
          <w:color w:val="1E7C70"/>
          <w:sz w:val="16"/>
          <w:szCs w:val="16"/>
        </w:rPr>
        <w:t>,</w:t>
      </w:r>
      <w:r w:rsidRPr="00046E15">
        <w:rPr>
          <w:rFonts w:ascii="Consolas" w:eastAsia="Times New Roman" w:hAnsi="Consolas" w:cs="Consolas"/>
          <w:color w:val="9B5F9B"/>
          <w:sz w:val="16"/>
          <w:szCs w:val="16"/>
        </w:rPr>
        <w:t>2</w:t>
      </w:r>
      <w:r w:rsidRPr="00046E15">
        <w:rPr>
          <w:rFonts w:ascii="Consolas" w:eastAsia="Times New Roman" w:hAnsi="Consolas" w:cs="Consolas"/>
          <w:color w:val="1E7C70"/>
          <w:sz w:val="16"/>
          <w:szCs w:val="16"/>
        </w:rPr>
        <w:t>,</w:t>
      </w:r>
      <w:r w:rsidRPr="00046E15">
        <w:rPr>
          <w:rFonts w:ascii="Consolas" w:eastAsia="Times New Roman" w:hAnsi="Consolas" w:cs="Consolas"/>
          <w:color w:val="9B5F9B"/>
          <w:sz w:val="16"/>
          <w:szCs w:val="16"/>
        </w:rPr>
        <w:t>3</w:t>
      </w:r>
      <w:r w:rsidRPr="00046E15">
        <w:rPr>
          <w:rFonts w:ascii="Consolas" w:eastAsia="Times New Roman" w:hAnsi="Consolas" w:cs="Consolas"/>
          <w:color w:val="1E7C70"/>
          <w:sz w:val="16"/>
          <w:szCs w:val="16"/>
        </w:rPr>
        <w:t>,</w:t>
      </w:r>
      <w:r w:rsidRPr="00046E15">
        <w:rPr>
          <w:rFonts w:ascii="Consolas" w:eastAsia="Times New Roman" w:hAnsi="Consolas" w:cs="Consolas"/>
          <w:color w:val="9B5F9B"/>
          <w:sz w:val="16"/>
          <w:szCs w:val="16"/>
        </w:rPr>
        <w:t>4</w:t>
      </w:r>
      <w:r w:rsidRPr="00046E15">
        <w:rPr>
          <w:rFonts w:ascii="Consolas" w:eastAsia="Times New Roman" w:hAnsi="Consolas" w:cs="Consolas"/>
          <w:color w:val="1E7C70"/>
          <w:sz w:val="16"/>
          <w:szCs w:val="16"/>
        </w:rPr>
        <w:t>);</w:t>
      </w:r>
      <w:r w:rsidRPr="00046E15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046E15">
        <w:rPr>
          <w:rFonts w:ascii="Consolas" w:eastAsia="Times New Roman" w:hAnsi="Consolas" w:cs="Consolas"/>
          <w:color w:val="46830D"/>
          <w:sz w:val="16"/>
          <w:szCs w:val="16"/>
        </w:rPr>
        <w:t xml:space="preserve">// </w:t>
      </w:r>
      <w:r w:rsidR="0080728F">
        <w:rPr>
          <w:rFonts w:ascii="Consolas" w:eastAsia="Times New Roman" w:hAnsi="Consolas" w:cs="Consolas"/>
          <w:color w:val="46830D"/>
          <w:sz w:val="16"/>
          <w:szCs w:val="16"/>
        </w:rPr>
        <w:t>Am rulaaaat!</w:t>
      </w:r>
      <w:r w:rsidRPr="00046E15">
        <w:rPr>
          <w:rFonts w:ascii="Consolas" w:eastAsia="Times New Roman" w:hAnsi="Consolas" w:cs="Consolas"/>
          <w:color w:val="46830D"/>
          <w:sz w:val="16"/>
          <w:szCs w:val="16"/>
        </w:rPr>
        <w:t>123</w:t>
      </w:r>
    </w:p>
    <w:p w:rsidR="009246E3" w:rsidRDefault="00931D07" w:rsidP="009246E3">
      <w:pPr>
        <w:pStyle w:val="ListParagraph"/>
        <w:numPr>
          <w:ilvl w:val="0"/>
          <w:numId w:val="24"/>
        </w:numPr>
      </w:pPr>
      <w:r>
        <w:lastRenderedPageBreak/>
        <w:t>Locul în care se află definiția funcției nu este important =&gt; apelurile funcției pot să apară înainte de definiția acesteia (definiția funcției este „vizibilă”</w:t>
      </w:r>
      <w:r w:rsidR="00E6781D">
        <w:t xml:space="preserve"> în întreaga pagină</w:t>
      </w:r>
      <w:r>
        <w:t>).</w:t>
      </w:r>
    </w:p>
    <w:p w:rsidR="001576D4" w:rsidRDefault="003D3671" w:rsidP="009246E3">
      <w:pPr>
        <w:pStyle w:val="ListParagraph"/>
        <w:numPr>
          <w:ilvl w:val="0"/>
          <w:numId w:val="24"/>
        </w:numPr>
      </w:pPr>
      <w:r>
        <w:t>Concepeți o pagină web</w:t>
      </w:r>
      <w:r w:rsidR="001576D4">
        <w:t xml:space="preserve"> salvată în fișierul </w:t>
      </w:r>
      <w:r w:rsidR="001576D4">
        <w:rPr>
          <w:i/>
        </w:rPr>
        <w:t>p4.php</w:t>
      </w:r>
      <w:r w:rsidR="001576D4">
        <w:t xml:space="preserve"> care să conțină:</w:t>
      </w:r>
    </w:p>
    <w:p w:rsidR="009246E3" w:rsidRDefault="001576D4" w:rsidP="00284D29">
      <w:pPr>
        <w:pStyle w:val="ListParagraph"/>
        <w:numPr>
          <w:ilvl w:val="0"/>
          <w:numId w:val="0"/>
        </w:numPr>
        <w:ind w:left="284"/>
      </w:pPr>
      <w:r>
        <w:t>O</w:t>
      </w:r>
      <w:r w:rsidR="003D3671">
        <w:t xml:space="preserve"> funcție numită </w:t>
      </w:r>
      <w:r w:rsidR="003D3671">
        <w:rPr>
          <w:i/>
        </w:rPr>
        <w:t>divizor</w:t>
      </w:r>
      <w:r>
        <w:t xml:space="preserve"> care să primească un parametru număr natural și să afișeze în pagină toți divizorii numărului respectiv;</w:t>
      </w:r>
    </w:p>
    <w:p w:rsidR="00141D24" w:rsidRDefault="009246E3" w:rsidP="009246E3">
      <w:pPr>
        <w:pStyle w:val="Heading2"/>
      </w:pPr>
      <w:r>
        <w:t>La final</w:t>
      </w:r>
    </w:p>
    <w:p w:rsidR="00F47957" w:rsidRDefault="00F47957" w:rsidP="00F47957">
      <w:pPr>
        <w:pStyle w:val="ListParagraph"/>
        <w:numPr>
          <w:ilvl w:val="0"/>
          <w:numId w:val="24"/>
        </w:numPr>
      </w:pPr>
      <w:r>
        <w:t>Compuneți un mesaj e-mail care să conțină:</w:t>
      </w:r>
    </w:p>
    <w:p w:rsidR="00F47957" w:rsidRDefault="00F47957" w:rsidP="00F47957">
      <w:pPr>
        <w:pStyle w:val="ListParagraph"/>
        <w:numPr>
          <w:ilvl w:val="1"/>
          <w:numId w:val="24"/>
        </w:numPr>
      </w:pPr>
      <w:r>
        <w:t>Numele vostru;</w:t>
      </w:r>
    </w:p>
    <w:p w:rsidR="00F47957" w:rsidRDefault="00F47957" w:rsidP="00F47957">
      <w:pPr>
        <w:pStyle w:val="ListParagraph"/>
        <w:numPr>
          <w:ilvl w:val="1"/>
          <w:numId w:val="24"/>
        </w:numPr>
      </w:pPr>
      <w:r>
        <w:t xml:space="preserve">Un atașament cu fișierul </w:t>
      </w:r>
      <w:r w:rsidRPr="009C361E">
        <w:rPr>
          <w:i/>
        </w:rPr>
        <w:t>p1.</w:t>
      </w:r>
      <w:r>
        <w:rPr>
          <w:i/>
        </w:rPr>
        <w:t>php</w:t>
      </w:r>
      <w:r>
        <w:t xml:space="preserve"> creat la punctul 1;</w:t>
      </w:r>
    </w:p>
    <w:p w:rsidR="00F47957" w:rsidRDefault="00F47957" w:rsidP="00F47957">
      <w:pPr>
        <w:pStyle w:val="ListParagraph"/>
        <w:numPr>
          <w:ilvl w:val="1"/>
          <w:numId w:val="24"/>
        </w:numPr>
      </w:pPr>
      <w:r>
        <w:t xml:space="preserve">Un atașament cu fișierul </w:t>
      </w:r>
      <w:r>
        <w:rPr>
          <w:i/>
        </w:rPr>
        <w:t>p2</w:t>
      </w:r>
      <w:r w:rsidRPr="00CF4787">
        <w:rPr>
          <w:i/>
        </w:rPr>
        <w:t>.php</w:t>
      </w:r>
      <w:r>
        <w:t xml:space="preserve"> creat la punctul 6;</w:t>
      </w:r>
    </w:p>
    <w:p w:rsidR="00F47957" w:rsidRDefault="00F47957" w:rsidP="00F47957">
      <w:pPr>
        <w:pStyle w:val="ListParagraph"/>
        <w:numPr>
          <w:ilvl w:val="1"/>
          <w:numId w:val="24"/>
        </w:numPr>
      </w:pPr>
      <w:r>
        <w:t xml:space="preserve">Un atașament cu fișierul </w:t>
      </w:r>
      <w:r>
        <w:rPr>
          <w:i/>
        </w:rPr>
        <w:t>p3</w:t>
      </w:r>
      <w:r w:rsidRPr="00CF4787">
        <w:rPr>
          <w:i/>
        </w:rPr>
        <w:t>.php</w:t>
      </w:r>
      <w:r>
        <w:t xml:space="preserve"> creat la punctul 10;</w:t>
      </w:r>
    </w:p>
    <w:p w:rsidR="00F47957" w:rsidRDefault="00F47957" w:rsidP="00F47957">
      <w:pPr>
        <w:pStyle w:val="ListParagraph"/>
        <w:numPr>
          <w:ilvl w:val="1"/>
          <w:numId w:val="24"/>
        </w:numPr>
      </w:pPr>
      <w:r>
        <w:t xml:space="preserve">Un atașament cu fișierul </w:t>
      </w:r>
      <w:r>
        <w:rPr>
          <w:i/>
        </w:rPr>
        <w:t>p4</w:t>
      </w:r>
      <w:r w:rsidRPr="00CF4787">
        <w:rPr>
          <w:i/>
        </w:rPr>
        <w:t>.php</w:t>
      </w:r>
      <w:r>
        <w:t xml:space="preserve"> creat la punctul 13;</w:t>
      </w:r>
    </w:p>
    <w:p w:rsidR="00B219ED" w:rsidRDefault="00B219ED" w:rsidP="00B219ED"/>
    <w:p w:rsidR="00413090" w:rsidRPr="008B401B" w:rsidRDefault="00B47130" w:rsidP="00B83F26">
      <w:pPr>
        <w:pStyle w:val="ListParagraph"/>
        <w:numPr>
          <w:ilvl w:val="0"/>
          <w:numId w:val="0"/>
        </w:numPr>
      </w:pPr>
      <w:r w:rsidRPr="00B47130">
        <w:rPr>
          <w:b/>
          <w:i/>
          <w:color w:val="FF0000"/>
        </w:rPr>
        <w:t xml:space="preserve">Dacă nu înțelegeți ceva sau nu știți cum se rezolvă vreunul dintre punctele de mai sus întrebați profesorul! </w:t>
      </w:r>
      <w:r w:rsidR="00413090" w:rsidRPr="00413090">
        <w:t xml:space="preserve">Trimiteți </w:t>
      </w:r>
      <w:r w:rsidR="00413090">
        <w:t>mesajul</w:t>
      </w:r>
      <w:r w:rsidR="00413090" w:rsidRPr="00413090">
        <w:t xml:space="preserve"> la adresa </w:t>
      </w:r>
      <w:r w:rsidR="004E5072">
        <w:t>profesorului</w:t>
      </w:r>
      <w:r w:rsidR="00413090" w:rsidRPr="00413090">
        <w:t xml:space="preserve">. Subiectul mesajului va conține obligatoriu textul </w:t>
      </w:r>
      <w:r w:rsidR="00EA5FE6">
        <w:rPr>
          <w:i/>
        </w:rPr>
        <w:t>„Laborator informatică 12C – 1</w:t>
      </w:r>
      <w:r w:rsidR="00332531">
        <w:rPr>
          <w:i/>
        </w:rPr>
        <w:t>0</w:t>
      </w:r>
      <w:r w:rsidR="000B296C">
        <w:rPr>
          <w:i/>
        </w:rPr>
        <w:t>.01.2017</w:t>
      </w:r>
      <w:r w:rsidR="00413090" w:rsidRPr="00413090">
        <w:rPr>
          <w:i/>
        </w:rPr>
        <w:t>”</w:t>
      </w:r>
      <w:r w:rsidR="00413090" w:rsidRPr="00413090">
        <w:t xml:space="preserve"> (</w:t>
      </w:r>
      <w:r w:rsidR="00413090" w:rsidRPr="00623E1B">
        <w:rPr>
          <w:b/>
          <w:i/>
          <w:color w:val="FF0000"/>
        </w:rPr>
        <w:t>mesaj lipsă, incorect, incomplet =&gt; punct în minus</w:t>
      </w:r>
      <w:r w:rsidR="00623E1B">
        <w:rPr>
          <w:b/>
          <w:i/>
          <w:color w:val="FF0000"/>
        </w:rPr>
        <w:t>!</w:t>
      </w:r>
      <w:r w:rsidR="0036349D">
        <w:rPr>
          <w:b/>
          <w:i/>
          <w:color w:val="FF0000"/>
        </w:rPr>
        <w:t xml:space="preserve"> ; mesaj corect, </w:t>
      </w:r>
      <w:r w:rsidR="0036349D" w:rsidRPr="004E5072">
        <w:rPr>
          <w:b/>
          <w:i/>
          <w:color w:val="FF0000"/>
          <w:u w:val="thick"/>
        </w:rPr>
        <w:t>complet</w:t>
      </w:r>
      <w:r w:rsidR="0036349D">
        <w:rPr>
          <w:b/>
          <w:i/>
          <w:color w:val="FF0000"/>
        </w:rPr>
        <w:t xml:space="preserve"> =&gt;</w:t>
      </w:r>
      <w:r w:rsidR="00E56C68">
        <w:rPr>
          <w:b/>
          <w:i/>
          <w:color w:val="FF0000"/>
        </w:rPr>
        <w:t>nota 10</w:t>
      </w:r>
      <w:r w:rsidR="00920BF1">
        <w:rPr>
          <w:b/>
          <w:i/>
          <w:color w:val="FF0000"/>
        </w:rPr>
        <w:t xml:space="preserve"> (după explicații și</w:t>
      </w:r>
      <w:r w:rsidR="008A091D">
        <w:rPr>
          <w:b/>
          <w:i/>
          <w:color w:val="FF0000"/>
        </w:rPr>
        <w:t xml:space="preserve"> raspuns corect la</w:t>
      </w:r>
      <w:r w:rsidR="00920BF1">
        <w:rPr>
          <w:b/>
          <w:i/>
          <w:color w:val="FF0000"/>
        </w:rPr>
        <w:t xml:space="preserve"> întrebări)</w:t>
      </w:r>
      <w:r w:rsidR="0036349D" w:rsidRPr="0036349D">
        <w:rPr>
          <w:b/>
          <w:color w:val="FF0000"/>
        </w:rPr>
        <w:sym w:font="Wingdings" w:char="F04A"/>
      </w:r>
      <w:r w:rsidR="00720501">
        <w:t>).</w:t>
      </w:r>
      <w:bookmarkStart w:id="0" w:name="_GoBack"/>
      <w:bookmarkEnd w:id="0"/>
    </w:p>
    <w:sectPr w:rsidR="00413090" w:rsidRPr="008B401B" w:rsidSect="004F11FB">
      <w:headerReference w:type="default" r:id="rId9"/>
      <w:footerReference w:type="default" r:id="rId10"/>
      <w:pgSz w:w="11906" w:h="16838" w:code="9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D1B" w:rsidRDefault="003E6D1B" w:rsidP="004F11FB">
      <w:pPr>
        <w:spacing w:before="0" w:after="0"/>
      </w:pPr>
      <w:r>
        <w:separator/>
      </w:r>
    </w:p>
  </w:endnote>
  <w:endnote w:type="continuationSeparator" w:id="1">
    <w:p w:rsidR="003E6D1B" w:rsidRDefault="003E6D1B" w:rsidP="004F11F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FB" w:rsidRPr="007C0A95" w:rsidRDefault="00482A8E">
    <w:pPr>
      <w:pStyle w:val="Footer"/>
      <w:rPr>
        <w:i/>
        <w:color w:val="808080" w:themeColor="background1" w:themeShade="80"/>
      </w:rPr>
    </w:pPr>
    <w:r w:rsidRPr="00482A8E">
      <w:rPr>
        <w:i/>
        <w:noProof/>
        <w:color w:val="808080" w:themeColor="background1" w:themeShade="80"/>
      </w:rPr>
      <w:pict>
        <v:line id="Straight Connector 2" o:spid="_x0000_s4097" style="position:absolute;left:0;text-align:left;z-index:251661312;visibility:visible;mso-wrap-distance-top:-3e-5mm;mso-wrap-distance-bottom:-3e-5mm" from="2.3pt,-1.6pt" to="449.3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" strokecolor="#7f7f7f" strokeweight=".5pt">
          <o:lock v:ext="edit" shapetype="f"/>
        </v:line>
      </w:pict>
    </w:r>
    <w:r w:rsidR="004F11FB" w:rsidRPr="007C0A95">
      <w:rPr>
        <w:i/>
        <w:color w:val="808080" w:themeColor="background1" w:themeShade="80"/>
      </w:rPr>
      <w:tab/>
      <w:t xml:space="preserve">Pagina </w:t>
    </w:r>
    <w:r w:rsidRPr="007C0A95">
      <w:rPr>
        <w:i/>
        <w:color w:val="808080" w:themeColor="background1" w:themeShade="80"/>
      </w:rPr>
      <w:fldChar w:fldCharType="begin"/>
    </w:r>
    <w:r w:rsidR="004F11FB" w:rsidRPr="007C0A95">
      <w:rPr>
        <w:i/>
        <w:color w:val="808080" w:themeColor="background1" w:themeShade="80"/>
      </w:rPr>
      <w:instrText xml:space="preserve"> PAGE   \* MERGEFORMAT </w:instrText>
    </w:r>
    <w:r w:rsidRPr="007C0A95">
      <w:rPr>
        <w:i/>
        <w:color w:val="808080" w:themeColor="background1" w:themeShade="80"/>
      </w:rPr>
      <w:fldChar w:fldCharType="separate"/>
    </w:r>
    <w:r w:rsidR="008A091D">
      <w:rPr>
        <w:i/>
        <w:noProof/>
        <w:color w:val="808080" w:themeColor="background1" w:themeShade="80"/>
      </w:rPr>
      <w:t>2</w:t>
    </w:r>
    <w:r w:rsidRPr="007C0A95">
      <w:rPr>
        <w:i/>
        <w:noProof/>
        <w:color w:val="808080" w:themeColor="background1" w:themeShade="80"/>
      </w:rPr>
      <w:fldChar w:fldCharType="end"/>
    </w:r>
    <w:r w:rsidR="004F11FB" w:rsidRPr="007C0A95">
      <w:rPr>
        <w:i/>
        <w:noProof/>
        <w:color w:val="808080" w:themeColor="background1" w:themeShade="80"/>
      </w:rPr>
      <w:t xml:space="preserve"> din </w:t>
    </w:r>
    <w:fldSimple w:instr=" NUMPAGES  \* Arabic  \* MERGEFORMAT ">
      <w:r w:rsidR="008A091D" w:rsidRPr="008A091D">
        <w:rPr>
          <w:i/>
          <w:noProof/>
          <w:color w:val="808080" w:themeColor="background1" w:themeShade="80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D1B" w:rsidRDefault="003E6D1B" w:rsidP="004F11FB">
      <w:pPr>
        <w:spacing w:before="0" w:after="0"/>
      </w:pPr>
      <w:r>
        <w:separator/>
      </w:r>
    </w:p>
  </w:footnote>
  <w:footnote w:type="continuationSeparator" w:id="1">
    <w:p w:rsidR="003E6D1B" w:rsidRDefault="003E6D1B" w:rsidP="004F11FB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FB" w:rsidRPr="007C0A95" w:rsidRDefault="00482A8E" w:rsidP="00FD3506">
    <w:pPr>
      <w:pStyle w:val="Header"/>
      <w:jc w:val="center"/>
      <w:rPr>
        <w:i/>
        <w:color w:val="808080" w:themeColor="background1" w:themeShade="80"/>
      </w:rPr>
    </w:pPr>
    <w:r w:rsidRPr="00482A8E">
      <w:rPr>
        <w:i/>
        <w:noProof/>
        <w:color w:val="808080" w:themeColor="background1" w:themeShade="80"/>
      </w:rPr>
      <w:pict>
        <v:line id="Straight Connector 1" o:spid="_x0000_s4098" style="position:absolute;left:0;text-align:left;z-index:251659264;visibility:visible;mso-wrap-distance-top:-3e-5mm;mso-wrap-distance-bottom:-3e-5mm" from="4.05pt,13.2pt" to="451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" strokecolor="#7f7f7f [1612]" strokeweight=".5pt">
          <o:lock v:ext="edit" shapetype="f"/>
        </v:line>
      </w:pict>
    </w:r>
    <w:r w:rsidR="004F11FB" w:rsidRPr="007C0A95">
      <w:rPr>
        <w:i/>
        <w:color w:val="808080" w:themeColor="background1" w:themeShade="80"/>
      </w:rPr>
      <w:t>Fișe de lucru laborator, clasa a X</w:t>
    </w:r>
    <w:r w:rsidR="00D135DA">
      <w:rPr>
        <w:i/>
        <w:color w:val="808080" w:themeColor="background1" w:themeShade="80"/>
      </w:rPr>
      <w:t>II</w:t>
    </w:r>
    <w:r w:rsidR="004F11FB" w:rsidRPr="007C0A95">
      <w:rPr>
        <w:i/>
        <w:color w:val="808080" w:themeColor="background1" w:themeShade="80"/>
      </w:rPr>
      <w:t>-a, profil real, specializarea matematică-informatică, intensiv informatică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B333C"/>
    <w:multiLevelType w:val="hybridMultilevel"/>
    <w:tmpl w:val="B0C03B54"/>
    <w:lvl w:ilvl="0" w:tplc="5794562E">
      <w:numFmt w:val="bullet"/>
      <w:lvlText w:val="-"/>
      <w:lvlJc w:val="left"/>
      <w:pPr>
        <w:ind w:left="720" w:hanging="360"/>
      </w:pPr>
      <w:rPr>
        <w:rFonts w:ascii="Consolas" w:eastAsiaTheme="minorEastAsia" w:hAnsi="Consolas" w:cs="Consola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33CCC"/>
    <w:multiLevelType w:val="hybridMultilevel"/>
    <w:tmpl w:val="4ADE97D6"/>
    <w:lvl w:ilvl="0" w:tplc="CD1097FA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05B30F4"/>
    <w:multiLevelType w:val="hybridMultilevel"/>
    <w:tmpl w:val="5C8E2E9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1D73ED"/>
    <w:multiLevelType w:val="hybridMultilevel"/>
    <w:tmpl w:val="46BE350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86DC6"/>
    <w:multiLevelType w:val="hybridMultilevel"/>
    <w:tmpl w:val="201C330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90C0C"/>
    <w:multiLevelType w:val="hybridMultilevel"/>
    <w:tmpl w:val="47F286BC"/>
    <w:lvl w:ilvl="0" w:tplc="A266ADA6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567064"/>
    <w:multiLevelType w:val="hybridMultilevel"/>
    <w:tmpl w:val="E6AC19AE"/>
    <w:lvl w:ilvl="0" w:tplc="CD1097FA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30167FB0"/>
    <w:multiLevelType w:val="hybridMultilevel"/>
    <w:tmpl w:val="C6203E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37B24"/>
    <w:multiLevelType w:val="hybridMultilevel"/>
    <w:tmpl w:val="F3A82A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405BB2"/>
    <w:multiLevelType w:val="hybridMultilevel"/>
    <w:tmpl w:val="92E4BB10"/>
    <w:lvl w:ilvl="0" w:tplc="C756AF82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D91F52"/>
    <w:multiLevelType w:val="hybridMultilevel"/>
    <w:tmpl w:val="944EF42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E55D7B"/>
    <w:multiLevelType w:val="hybridMultilevel"/>
    <w:tmpl w:val="1F9ABC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72099A"/>
    <w:multiLevelType w:val="hybridMultilevel"/>
    <w:tmpl w:val="3A74E54A"/>
    <w:lvl w:ilvl="0" w:tplc="F11A096E">
      <w:start w:val="1"/>
      <w:numFmt w:val="decimal"/>
      <w:pStyle w:val="ListParagraph"/>
      <w:suff w:val="space"/>
      <w:lvlText w:val="%1."/>
      <w:lvlJc w:val="left"/>
      <w:pPr>
        <w:ind w:left="0" w:firstLine="0"/>
      </w:pPr>
      <w:rPr>
        <w:rFonts w:ascii="Calibri" w:hAnsi="Calibri" w:hint="default"/>
        <w:sz w:val="20"/>
        <w:szCs w:val="20"/>
      </w:rPr>
    </w:lvl>
    <w:lvl w:ilvl="1" w:tplc="06E2840C">
      <w:start w:val="1"/>
      <w:numFmt w:val="lowerLetter"/>
      <w:suff w:val="space"/>
      <w:lvlText w:val="%2."/>
      <w:lvlJc w:val="left"/>
      <w:pPr>
        <w:ind w:left="0" w:firstLine="284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8C1B0D"/>
    <w:multiLevelType w:val="hybridMultilevel"/>
    <w:tmpl w:val="EABE3FD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F71E86"/>
    <w:multiLevelType w:val="hybridMultilevel"/>
    <w:tmpl w:val="7C902A60"/>
    <w:lvl w:ilvl="0" w:tplc="13CCC27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628C1F76">
      <w:start w:val="1"/>
      <w:numFmt w:val="lowerLetter"/>
      <w:suff w:val="space"/>
      <w:lvlText w:val="%2."/>
      <w:lvlJc w:val="left"/>
      <w:pPr>
        <w:ind w:left="284" w:firstLine="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882108"/>
    <w:multiLevelType w:val="hybridMultilevel"/>
    <w:tmpl w:val="3000D4DC"/>
    <w:lvl w:ilvl="0" w:tplc="4DAC3B1C">
      <w:start w:val="1"/>
      <w:numFmt w:val="decimal"/>
      <w:suff w:val="space"/>
      <w:lvlText w:val="%1."/>
      <w:lvlJc w:val="left"/>
      <w:pPr>
        <w:ind w:left="57" w:firstLine="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D05E4F"/>
    <w:multiLevelType w:val="hybridMultilevel"/>
    <w:tmpl w:val="F1586460"/>
    <w:lvl w:ilvl="0" w:tplc="05FCDB6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E53EC5"/>
    <w:multiLevelType w:val="hybridMultilevel"/>
    <w:tmpl w:val="EE3CF4F8"/>
    <w:lvl w:ilvl="0" w:tplc="CD1097F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32469FF"/>
    <w:multiLevelType w:val="hybridMultilevel"/>
    <w:tmpl w:val="38A6C868"/>
    <w:lvl w:ilvl="0" w:tplc="03E6CF2A">
      <w:start w:val="7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B4166690">
      <w:start w:val="1"/>
      <w:numFmt w:val="lowerLetter"/>
      <w:suff w:val="space"/>
      <w:lvlText w:val="%2)"/>
      <w:lvlJc w:val="left"/>
      <w:pPr>
        <w:ind w:left="284" w:firstLine="0"/>
      </w:pPr>
      <w:rPr>
        <w:rFonts w:ascii="Calibri" w:hAnsi="Calibri" w:hint="default"/>
        <w:sz w:val="20"/>
        <w:szCs w:val="20"/>
      </w:rPr>
    </w:lvl>
    <w:lvl w:ilvl="2" w:tplc="A224D116">
      <w:start w:val="1"/>
      <w:numFmt w:val="bullet"/>
      <w:suff w:val="space"/>
      <w:lvlText w:val="-"/>
      <w:lvlJc w:val="left"/>
      <w:pPr>
        <w:ind w:left="851" w:firstLine="0"/>
      </w:pPr>
      <w:rPr>
        <w:rFonts w:ascii="Courier New" w:hAnsi="Courier New"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482F55"/>
    <w:multiLevelType w:val="hybridMultilevel"/>
    <w:tmpl w:val="31001F5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0"/>
  </w:num>
  <w:num w:numId="5">
    <w:abstractNumId w:val="12"/>
  </w:num>
  <w:num w:numId="6">
    <w:abstractNumId w:val="2"/>
  </w:num>
  <w:num w:numId="7">
    <w:abstractNumId w:val="7"/>
  </w:num>
  <w:num w:numId="8">
    <w:abstractNumId w:val="12"/>
  </w:num>
  <w:num w:numId="9">
    <w:abstractNumId w:val="13"/>
  </w:num>
  <w:num w:numId="10">
    <w:abstractNumId w:val="12"/>
  </w:num>
  <w:num w:numId="11">
    <w:abstractNumId w:val="4"/>
  </w:num>
  <w:num w:numId="12">
    <w:abstractNumId w:val="12"/>
  </w:num>
  <w:num w:numId="13">
    <w:abstractNumId w:val="12"/>
  </w:num>
  <w:num w:numId="14">
    <w:abstractNumId w:val="12"/>
  </w:num>
  <w:num w:numId="15">
    <w:abstractNumId w:val="12"/>
  </w:num>
  <w:num w:numId="16">
    <w:abstractNumId w:val="12"/>
  </w:num>
  <w:num w:numId="17">
    <w:abstractNumId w:val="10"/>
  </w:num>
  <w:num w:numId="18">
    <w:abstractNumId w:val="12"/>
  </w:num>
  <w:num w:numId="19">
    <w:abstractNumId w:val="19"/>
  </w:num>
  <w:num w:numId="20">
    <w:abstractNumId w:val="12"/>
  </w:num>
  <w:num w:numId="21">
    <w:abstractNumId w:val="5"/>
  </w:num>
  <w:num w:numId="22">
    <w:abstractNumId w:val="15"/>
  </w:num>
  <w:num w:numId="23">
    <w:abstractNumId w:val="12"/>
  </w:num>
  <w:num w:numId="24">
    <w:abstractNumId w:val="18"/>
  </w:num>
  <w:num w:numId="25">
    <w:abstractNumId w:val="12"/>
  </w:num>
  <w:num w:numId="26">
    <w:abstractNumId w:val="3"/>
  </w:num>
  <w:num w:numId="27">
    <w:abstractNumId w:val="12"/>
  </w:num>
  <w:num w:numId="28">
    <w:abstractNumId w:val="14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7"/>
  </w:num>
  <w:num w:numId="34">
    <w:abstractNumId w:val="1"/>
  </w:num>
  <w:num w:numId="35">
    <w:abstractNumId w:val="6"/>
  </w:num>
  <w:num w:numId="3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0F1B54"/>
    <w:rsid w:val="000059DB"/>
    <w:rsid w:val="00005FA0"/>
    <w:rsid w:val="00006C8C"/>
    <w:rsid w:val="00010A98"/>
    <w:rsid w:val="00011598"/>
    <w:rsid w:val="00013A5A"/>
    <w:rsid w:val="000176F9"/>
    <w:rsid w:val="00020058"/>
    <w:rsid w:val="0003720C"/>
    <w:rsid w:val="00046E15"/>
    <w:rsid w:val="0004708D"/>
    <w:rsid w:val="00050048"/>
    <w:rsid w:val="00060C30"/>
    <w:rsid w:val="00064F04"/>
    <w:rsid w:val="00065194"/>
    <w:rsid w:val="0006561D"/>
    <w:rsid w:val="00073BB4"/>
    <w:rsid w:val="0007470F"/>
    <w:rsid w:val="00075268"/>
    <w:rsid w:val="0007788B"/>
    <w:rsid w:val="00082A97"/>
    <w:rsid w:val="00083ED2"/>
    <w:rsid w:val="0008435D"/>
    <w:rsid w:val="00094546"/>
    <w:rsid w:val="0009520A"/>
    <w:rsid w:val="0009596F"/>
    <w:rsid w:val="000A1774"/>
    <w:rsid w:val="000A5ABF"/>
    <w:rsid w:val="000A6675"/>
    <w:rsid w:val="000B296C"/>
    <w:rsid w:val="000C07A5"/>
    <w:rsid w:val="000C248A"/>
    <w:rsid w:val="000C40FF"/>
    <w:rsid w:val="000C5F2A"/>
    <w:rsid w:val="000D026A"/>
    <w:rsid w:val="000D4121"/>
    <w:rsid w:val="000E692B"/>
    <w:rsid w:val="000F1B54"/>
    <w:rsid w:val="000F30E9"/>
    <w:rsid w:val="000F552E"/>
    <w:rsid w:val="001015B6"/>
    <w:rsid w:val="001033DC"/>
    <w:rsid w:val="00106FFA"/>
    <w:rsid w:val="00111495"/>
    <w:rsid w:val="00111F36"/>
    <w:rsid w:val="0011353E"/>
    <w:rsid w:val="00114805"/>
    <w:rsid w:val="00114EFB"/>
    <w:rsid w:val="0013450D"/>
    <w:rsid w:val="0013535E"/>
    <w:rsid w:val="00135A80"/>
    <w:rsid w:val="001378BB"/>
    <w:rsid w:val="00140295"/>
    <w:rsid w:val="00141D24"/>
    <w:rsid w:val="00141E2C"/>
    <w:rsid w:val="00142752"/>
    <w:rsid w:val="00143CD3"/>
    <w:rsid w:val="00150D14"/>
    <w:rsid w:val="001547A3"/>
    <w:rsid w:val="0015669D"/>
    <w:rsid w:val="00156C18"/>
    <w:rsid w:val="001572BB"/>
    <w:rsid w:val="001576D4"/>
    <w:rsid w:val="00162CA9"/>
    <w:rsid w:val="001630B9"/>
    <w:rsid w:val="0016377B"/>
    <w:rsid w:val="00166309"/>
    <w:rsid w:val="00170DBD"/>
    <w:rsid w:val="0018286C"/>
    <w:rsid w:val="00183BE5"/>
    <w:rsid w:val="00190CF4"/>
    <w:rsid w:val="001948AA"/>
    <w:rsid w:val="00195B45"/>
    <w:rsid w:val="001A6D88"/>
    <w:rsid w:val="001B34DC"/>
    <w:rsid w:val="001B57CF"/>
    <w:rsid w:val="001B6B8C"/>
    <w:rsid w:val="001B7636"/>
    <w:rsid w:val="001C7DEC"/>
    <w:rsid w:val="001D0D28"/>
    <w:rsid w:val="001D54F3"/>
    <w:rsid w:val="001E2E0D"/>
    <w:rsid w:val="001E64F0"/>
    <w:rsid w:val="001E7E2D"/>
    <w:rsid w:val="001F38CC"/>
    <w:rsid w:val="001F475A"/>
    <w:rsid w:val="00200596"/>
    <w:rsid w:val="002115AC"/>
    <w:rsid w:val="00211C97"/>
    <w:rsid w:val="00212844"/>
    <w:rsid w:val="00221F7C"/>
    <w:rsid w:val="0022503C"/>
    <w:rsid w:val="00226E21"/>
    <w:rsid w:val="00227A61"/>
    <w:rsid w:val="00227D0E"/>
    <w:rsid w:val="002341BB"/>
    <w:rsid w:val="00236E9E"/>
    <w:rsid w:val="00237C33"/>
    <w:rsid w:val="00240A02"/>
    <w:rsid w:val="00243D32"/>
    <w:rsid w:val="00251C47"/>
    <w:rsid w:val="00253247"/>
    <w:rsid w:val="00257BFD"/>
    <w:rsid w:val="002633AC"/>
    <w:rsid w:val="0026377D"/>
    <w:rsid w:val="00265E34"/>
    <w:rsid w:val="00266B0E"/>
    <w:rsid w:val="00281A06"/>
    <w:rsid w:val="00281EFE"/>
    <w:rsid w:val="00283A4A"/>
    <w:rsid w:val="00284D29"/>
    <w:rsid w:val="00284F1E"/>
    <w:rsid w:val="002869C9"/>
    <w:rsid w:val="00290186"/>
    <w:rsid w:val="00294D1E"/>
    <w:rsid w:val="002950F9"/>
    <w:rsid w:val="002973E2"/>
    <w:rsid w:val="00297E0A"/>
    <w:rsid w:val="002A02D8"/>
    <w:rsid w:val="002A0B26"/>
    <w:rsid w:val="002A10F3"/>
    <w:rsid w:val="002A4370"/>
    <w:rsid w:val="002A47AD"/>
    <w:rsid w:val="002C2D83"/>
    <w:rsid w:val="002C4C32"/>
    <w:rsid w:val="002C4ECF"/>
    <w:rsid w:val="002C72CA"/>
    <w:rsid w:val="002D1972"/>
    <w:rsid w:val="002D4638"/>
    <w:rsid w:val="002D74B7"/>
    <w:rsid w:val="002E1AD6"/>
    <w:rsid w:val="002E2DEF"/>
    <w:rsid w:val="002F1E4D"/>
    <w:rsid w:val="002F259C"/>
    <w:rsid w:val="002F72EA"/>
    <w:rsid w:val="002F7D0E"/>
    <w:rsid w:val="00305544"/>
    <w:rsid w:val="00305C03"/>
    <w:rsid w:val="00307991"/>
    <w:rsid w:val="00310D2D"/>
    <w:rsid w:val="003279D9"/>
    <w:rsid w:val="00332531"/>
    <w:rsid w:val="003465F3"/>
    <w:rsid w:val="00350BEF"/>
    <w:rsid w:val="00355AC6"/>
    <w:rsid w:val="00357FEA"/>
    <w:rsid w:val="0036349D"/>
    <w:rsid w:val="00363B17"/>
    <w:rsid w:val="0036456E"/>
    <w:rsid w:val="00371C47"/>
    <w:rsid w:val="00374254"/>
    <w:rsid w:val="003801C4"/>
    <w:rsid w:val="0038192A"/>
    <w:rsid w:val="00383256"/>
    <w:rsid w:val="00390A25"/>
    <w:rsid w:val="003A05CC"/>
    <w:rsid w:val="003A07CA"/>
    <w:rsid w:val="003A1EE4"/>
    <w:rsid w:val="003A3CB6"/>
    <w:rsid w:val="003A6BD1"/>
    <w:rsid w:val="003A6FFA"/>
    <w:rsid w:val="003B29E1"/>
    <w:rsid w:val="003B4064"/>
    <w:rsid w:val="003C023B"/>
    <w:rsid w:val="003C1319"/>
    <w:rsid w:val="003C2D94"/>
    <w:rsid w:val="003C71B8"/>
    <w:rsid w:val="003D3671"/>
    <w:rsid w:val="003D3DE6"/>
    <w:rsid w:val="003D570E"/>
    <w:rsid w:val="003D6EF2"/>
    <w:rsid w:val="003D7762"/>
    <w:rsid w:val="003E6D1B"/>
    <w:rsid w:val="003E7B7C"/>
    <w:rsid w:val="003F1A52"/>
    <w:rsid w:val="003F4368"/>
    <w:rsid w:val="004025CE"/>
    <w:rsid w:val="00411720"/>
    <w:rsid w:val="00413090"/>
    <w:rsid w:val="00420470"/>
    <w:rsid w:val="00430D35"/>
    <w:rsid w:val="00431805"/>
    <w:rsid w:val="004321C6"/>
    <w:rsid w:val="0043370D"/>
    <w:rsid w:val="004342FB"/>
    <w:rsid w:val="00437268"/>
    <w:rsid w:val="0044256B"/>
    <w:rsid w:val="00444F22"/>
    <w:rsid w:val="004532BE"/>
    <w:rsid w:val="00454BBC"/>
    <w:rsid w:val="004564FC"/>
    <w:rsid w:val="0046026B"/>
    <w:rsid w:val="00482A8E"/>
    <w:rsid w:val="004840C0"/>
    <w:rsid w:val="00487FC2"/>
    <w:rsid w:val="00490899"/>
    <w:rsid w:val="00493E88"/>
    <w:rsid w:val="00495C4A"/>
    <w:rsid w:val="00496766"/>
    <w:rsid w:val="004973D7"/>
    <w:rsid w:val="004A0C1D"/>
    <w:rsid w:val="004A1F6D"/>
    <w:rsid w:val="004B0C83"/>
    <w:rsid w:val="004B1BA2"/>
    <w:rsid w:val="004B26EE"/>
    <w:rsid w:val="004B2968"/>
    <w:rsid w:val="004B43C6"/>
    <w:rsid w:val="004B5B44"/>
    <w:rsid w:val="004B5DAA"/>
    <w:rsid w:val="004B752B"/>
    <w:rsid w:val="004C6096"/>
    <w:rsid w:val="004C6F5F"/>
    <w:rsid w:val="004D046D"/>
    <w:rsid w:val="004D4391"/>
    <w:rsid w:val="004D5A78"/>
    <w:rsid w:val="004D615B"/>
    <w:rsid w:val="004D7C3F"/>
    <w:rsid w:val="004E251A"/>
    <w:rsid w:val="004E3132"/>
    <w:rsid w:val="004E5072"/>
    <w:rsid w:val="004E606E"/>
    <w:rsid w:val="004F11FB"/>
    <w:rsid w:val="004F2CF0"/>
    <w:rsid w:val="004F324C"/>
    <w:rsid w:val="00501A69"/>
    <w:rsid w:val="00502B86"/>
    <w:rsid w:val="00504264"/>
    <w:rsid w:val="00515691"/>
    <w:rsid w:val="00516096"/>
    <w:rsid w:val="00523F4C"/>
    <w:rsid w:val="005245CD"/>
    <w:rsid w:val="00524DEA"/>
    <w:rsid w:val="00525099"/>
    <w:rsid w:val="005266D0"/>
    <w:rsid w:val="00526DB9"/>
    <w:rsid w:val="00530A86"/>
    <w:rsid w:val="0053285D"/>
    <w:rsid w:val="00532ABC"/>
    <w:rsid w:val="00540B02"/>
    <w:rsid w:val="00551B22"/>
    <w:rsid w:val="005604FC"/>
    <w:rsid w:val="005628C3"/>
    <w:rsid w:val="005644EF"/>
    <w:rsid w:val="0058132B"/>
    <w:rsid w:val="00581701"/>
    <w:rsid w:val="005834FC"/>
    <w:rsid w:val="005839BE"/>
    <w:rsid w:val="00584A28"/>
    <w:rsid w:val="00585CC0"/>
    <w:rsid w:val="0059688B"/>
    <w:rsid w:val="005A0DC3"/>
    <w:rsid w:val="005A1B6D"/>
    <w:rsid w:val="005A3289"/>
    <w:rsid w:val="005B3609"/>
    <w:rsid w:val="005B4466"/>
    <w:rsid w:val="005B5FB9"/>
    <w:rsid w:val="005C1D5F"/>
    <w:rsid w:val="005C31D3"/>
    <w:rsid w:val="005C4C84"/>
    <w:rsid w:val="005C5D3C"/>
    <w:rsid w:val="005C76ED"/>
    <w:rsid w:val="005D0805"/>
    <w:rsid w:val="005D24E2"/>
    <w:rsid w:val="005D7C0F"/>
    <w:rsid w:val="005E7A2F"/>
    <w:rsid w:val="005F1792"/>
    <w:rsid w:val="005F5D3F"/>
    <w:rsid w:val="00600C6D"/>
    <w:rsid w:val="006041D6"/>
    <w:rsid w:val="00605AC5"/>
    <w:rsid w:val="0061006A"/>
    <w:rsid w:val="00612BEC"/>
    <w:rsid w:val="00614728"/>
    <w:rsid w:val="006162D5"/>
    <w:rsid w:val="00616537"/>
    <w:rsid w:val="00620ABD"/>
    <w:rsid w:val="00621495"/>
    <w:rsid w:val="00621EA6"/>
    <w:rsid w:val="00622D03"/>
    <w:rsid w:val="00623E1B"/>
    <w:rsid w:val="006246EF"/>
    <w:rsid w:val="006318E6"/>
    <w:rsid w:val="00640333"/>
    <w:rsid w:val="00642E33"/>
    <w:rsid w:val="00650DA6"/>
    <w:rsid w:val="006528DD"/>
    <w:rsid w:val="00654260"/>
    <w:rsid w:val="00660F00"/>
    <w:rsid w:val="006625B9"/>
    <w:rsid w:val="0066429F"/>
    <w:rsid w:val="00673A46"/>
    <w:rsid w:val="00673B12"/>
    <w:rsid w:val="00673BA5"/>
    <w:rsid w:val="00674E77"/>
    <w:rsid w:val="00675306"/>
    <w:rsid w:val="0068019E"/>
    <w:rsid w:val="006807B6"/>
    <w:rsid w:val="006827E3"/>
    <w:rsid w:val="00682F66"/>
    <w:rsid w:val="00692100"/>
    <w:rsid w:val="00694475"/>
    <w:rsid w:val="006947A2"/>
    <w:rsid w:val="006A197F"/>
    <w:rsid w:val="006A1E81"/>
    <w:rsid w:val="006A300E"/>
    <w:rsid w:val="006A3344"/>
    <w:rsid w:val="006A650A"/>
    <w:rsid w:val="006A7861"/>
    <w:rsid w:val="006B7417"/>
    <w:rsid w:val="006D1180"/>
    <w:rsid w:val="006E2A05"/>
    <w:rsid w:val="006E7AAC"/>
    <w:rsid w:val="006F7621"/>
    <w:rsid w:val="006F79C8"/>
    <w:rsid w:val="0070232E"/>
    <w:rsid w:val="00706352"/>
    <w:rsid w:val="00712317"/>
    <w:rsid w:val="00713517"/>
    <w:rsid w:val="00720501"/>
    <w:rsid w:val="007217FD"/>
    <w:rsid w:val="00724C18"/>
    <w:rsid w:val="00742D10"/>
    <w:rsid w:val="00745342"/>
    <w:rsid w:val="00745CEF"/>
    <w:rsid w:val="00751A7B"/>
    <w:rsid w:val="00751BE0"/>
    <w:rsid w:val="00757CF0"/>
    <w:rsid w:val="00761CA3"/>
    <w:rsid w:val="007655AE"/>
    <w:rsid w:val="0077493B"/>
    <w:rsid w:val="00776873"/>
    <w:rsid w:val="00777A9C"/>
    <w:rsid w:val="007836FB"/>
    <w:rsid w:val="007849B0"/>
    <w:rsid w:val="0078535A"/>
    <w:rsid w:val="00785690"/>
    <w:rsid w:val="00786FBD"/>
    <w:rsid w:val="0079003F"/>
    <w:rsid w:val="00792CAC"/>
    <w:rsid w:val="0079545A"/>
    <w:rsid w:val="0079662E"/>
    <w:rsid w:val="007A1A26"/>
    <w:rsid w:val="007A1FA0"/>
    <w:rsid w:val="007A27C4"/>
    <w:rsid w:val="007A281D"/>
    <w:rsid w:val="007A4EFF"/>
    <w:rsid w:val="007A76D1"/>
    <w:rsid w:val="007B01F8"/>
    <w:rsid w:val="007B1D82"/>
    <w:rsid w:val="007B56B1"/>
    <w:rsid w:val="007B780B"/>
    <w:rsid w:val="007B78F3"/>
    <w:rsid w:val="007C0A95"/>
    <w:rsid w:val="007D18B4"/>
    <w:rsid w:val="007D19CB"/>
    <w:rsid w:val="007D26A2"/>
    <w:rsid w:val="007D4DB9"/>
    <w:rsid w:val="007D5DEF"/>
    <w:rsid w:val="007E3620"/>
    <w:rsid w:val="007E4030"/>
    <w:rsid w:val="007E458D"/>
    <w:rsid w:val="007E4DBE"/>
    <w:rsid w:val="007E7DAB"/>
    <w:rsid w:val="007F0485"/>
    <w:rsid w:val="007F321A"/>
    <w:rsid w:val="007F6A51"/>
    <w:rsid w:val="0080061A"/>
    <w:rsid w:val="0080728F"/>
    <w:rsid w:val="00807C32"/>
    <w:rsid w:val="0081042A"/>
    <w:rsid w:val="00814F16"/>
    <w:rsid w:val="0081706A"/>
    <w:rsid w:val="00821FC0"/>
    <w:rsid w:val="0082545A"/>
    <w:rsid w:val="00825483"/>
    <w:rsid w:val="008302B7"/>
    <w:rsid w:val="008339AA"/>
    <w:rsid w:val="00835ADF"/>
    <w:rsid w:val="0083797A"/>
    <w:rsid w:val="008468EC"/>
    <w:rsid w:val="0085068C"/>
    <w:rsid w:val="0085090D"/>
    <w:rsid w:val="008576EE"/>
    <w:rsid w:val="00861913"/>
    <w:rsid w:val="00861EBA"/>
    <w:rsid w:val="00863749"/>
    <w:rsid w:val="00870ED6"/>
    <w:rsid w:val="00873310"/>
    <w:rsid w:val="00882503"/>
    <w:rsid w:val="00885E9B"/>
    <w:rsid w:val="008924CD"/>
    <w:rsid w:val="0089361E"/>
    <w:rsid w:val="00895FE7"/>
    <w:rsid w:val="008A091D"/>
    <w:rsid w:val="008A3B91"/>
    <w:rsid w:val="008A5359"/>
    <w:rsid w:val="008B044E"/>
    <w:rsid w:val="008B401B"/>
    <w:rsid w:val="008C027A"/>
    <w:rsid w:val="008C14B8"/>
    <w:rsid w:val="008C1879"/>
    <w:rsid w:val="008C484A"/>
    <w:rsid w:val="008C4F9E"/>
    <w:rsid w:val="008C62BC"/>
    <w:rsid w:val="008C6307"/>
    <w:rsid w:val="008D4E76"/>
    <w:rsid w:val="008E0CDD"/>
    <w:rsid w:val="008E1949"/>
    <w:rsid w:val="008F27FE"/>
    <w:rsid w:val="008F32E0"/>
    <w:rsid w:val="008F4279"/>
    <w:rsid w:val="008F4AE5"/>
    <w:rsid w:val="008F554A"/>
    <w:rsid w:val="0090483C"/>
    <w:rsid w:val="00904CE3"/>
    <w:rsid w:val="00911656"/>
    <w:rsid w:val="0091430B"/>
    <w:rsid w:val="00914375"/>
    <w:rsid w:val="00915583"/>
    <w:rsid w:val="0091650E"/>
    <w:rsid w:val="00920BF1"/>
    <w:rsid w:val="0092436C"/>
    <w:rsid w:val="009246E3"/>
    <w:rsid w:val="00931D07"/>
    <w:rsid w:val="009337FF"/>
    <w:rsid w:val="009379C6"/>
    <w:rsid w:val="00944E67"/>
    <w:rsid w:val="00945235"/>
    <w:rsid w:val="0094666D"/>
    <w:rsid w:val="00955494"/>
    <w:rsid w:val="00955AED"/>
    <w:rsid w:val="00963CE1"/>
    <w:rsid w:val="00966DBC"/>
    <w:rsid w:val="009677B3"/>
    <w:rsid w:val="0096798C"/>
    <w:rsid w:val="00971FE5"/>
    <w:rsid w:val="009733CE"/>
    <w:rsid w:val="0098112B"/>
    <w:rsid w:val="009811A1"/>
    <w:rsid w:val="0099445D"/>
    <w:rsid w:val="009B046B"/>
    <w:rsid w:val="009B55FC"/>
    <w:rsid w:val="009C252A"/>
    <w:rsid w:val="009C361E"/>
    <w:rsid w:val="009C4C2C"/>
    <w:rsid w:val="009C60B6"/>
    <w:rsid w:val="009C7C9E"/>
    <w:rsid w:val="009D77E2"/>
    <w:rsid w:val="009F096F"/>
    <w:rsid w:val="009F0AD7"/>
    <w:rsid w:val="009F10C2"/>
    <w:rsid w:val="009F1813"/>
    <w:rsid w:val="009F2E7B"/>
    <w:rsid w:val="009F6E1A"/>
    <w:rsid w:val="00A00142"/>
    <w:rsid w:val="00A040B8"/>
    <w:rsid w:val="00A116CD"/>
    <w:rsid w:val="00A12D5F"/>
    <w:rsid w:val="00A14096"/>
    <w:rsid w:val="00A208FA"/>
    <w:rsid w:val="00A20E6A"/>
    <w:rsid w:val="00A258B1"/>
    <w:rsid w:val="00A33BAD"/>
    <w:rsid w:val="00A449E2"/>
    <w:rsid w:val="00A458F9"/>
    <w:rsid w:val="00A46409"/>
    <w:rsid w:val="00A4714E"/>
    <w:rsid w:val="00A51105"/>
    <w:rsid w:val="00A519B6"/>
    <w:rsid w:val="00A554F4"/>
    <w:rsid w:val="00A61108"/>
    <w:rsid w:val="00A64C2F"/>
    <w:rsid w:val="00A66E39"/>
    <w:rsid w:val="00A759F0"/>
    <w:rsid w:val="00A7658F"/>
    <w:rsid w:val="00A77C4A"/>
    <w:rsid w:val="00A80D19"/>
    <w:rsid w:val="00A83AD4"/>
    <w:rsid w:val="00A86EA3"/>
    <w:rsid w:val="00A90AF4"/>
    <w:rsid w:val="00A91451"/>
    <w:rsid w:val="00A9389C"/>
    <w:rsid w:val="00AA5737"/>
    <w:rsid w:val="00AA6EA5"/>
    <w:rsid w:val="00AC65C0"/>
    <w:rsid w:val="00AD3C95"/>
    <w:rsid w:val="00AD41EA"/>
    <w:rsid w:val="00AD4667"/>
    <w:rsid w:val="00AD7C2A"/>
    <w:rsid w:val="00AE4652"/>
    <w:rsid w:val="00AE70F0"/>
    <w:rsid w:val="00B00685"/>
    <w:rsid w:val="00B04161"/>
    <w:rsid w:val="00B12812"/>
    <w:rsid w:val="00B219ED"/>
    <w:rsid w:val="00B21BE1"/>
    <w:rsid w:val="00B25A70"/>
    <w:rsid w:val="00B2750C"/>
    <w:rsid w:val="00B31852"/>
    <w:rsid w:val="00B33999"/>
    <w:rsid w:val="00B353F6"/>
    <w:rsid w:val="00B45D55"/>
    <w:rsid w:val="00B4651B"/>
    <w:rsid w:val="00B47130"/>
    <w:rsid w:val="00B5380A"/>
    <w:rsid w:val="00B53ECF"/>
    <w:rsid w:val="00B55DE2"/>
    <w:rsid w:val="00B5607F"/>
    <w:rsid w:val="00B56B5F"/>
    <w:rsid w:val="00B75383"/>
    <w:rsid w:val="00B76B34"/>
    <w:rsid w:val="00B83F26"/>
    <w:rsid w:val="00B84CFA"/>
    <w:rsid w:val="00B86C2B"/>
    <w:rsid w:val="00B87220"/>
    <w:rsid w:val="00B92462"/>
    <w:rsid w:val="00B9713C"/>
    <w:rsid w:val="00BB2301"/>
    <w:rsid w:val="00BB3756"/>
    <w:rsid w:val="00BB3B0D"/>
    <w:rsid w:val="00BB6230"/>
    <w:rsid w:val="00BC23FE"/>
    <w:rsid w:val="00BD12CD"/>
    <w:rsid w:val="00BD2B1C"/>
    <w:rsid w:val="00BD6375"/>
    <w:rsid w:val="00BE34F9"/>
    <w:rsid w:val="00BE50D2"/>
    <w:rsid w:val="00BF1716"/>
    <w:rsid w:val="00BF6F34"/>
    <w:rsid w:val="00C05558"/>
    <w:rsid w:val="00C068C5"/>
    <w:rsid w:val="00C135C7"/>
    <w:rsid w:val="00C14A48"/>
    <w:rsid w:val="00C15962"/>
    <w:rsid w:val="00C1599C"/>
    <w:rsid w:val="00C15D69"/>
    <w:rsid w:val="00C169B5"/>
    <w:rsid w:val="00C27B15"/>
    <w:rsid w:val="00C3535F"/>
    <w:rsid w:val="00C3592F"/>
    <w:rsid w:val="00C40811"/>
    <w:rsid w:val="00C4157D"/>
    <w:rsid w:val="00C46534"/>
    <w:rsid w:val="00C54BC0"/>
    <w:rsid w:val="00C62032"/>
    <w:rsid w:val="00C65A0F"/>
    <w:rsid w:val="00C67F4A"/>
    <w:rsid w:val="00C80F79"/>
    <w:rsid w:val="00C83DFC"/>
    <w:rsid w:val="00C8491B"/>
    <w:rsid w:val="00C876EE"/>
    <w:rsid w:val="00C93C1E"/>
    <w:rsid w:val="00CA4B26"/>
    <w:rsid w:val="00CA65C3"/>
    <w:rsid w:val="00CB11BA"/>
    <w:rsid w:val="00CB1A09"/>
    <w:rsid w:val="00CB3ED0"/>
    <w:rsid w:val="00CB6129"/>
    <w:rsid w:val="00CB7FC6"/>
    <w:rsid w:val="00CC33BC"/>
    <w:rsid w:val="00CC601F"/>
    <w:rsid w:val="00CD24B4"/>
    <w:rsid w:val="00CD32E5"/>
    <w:rsid w:val="00CD438B"/>
    <w:rsid w:val="00CD56BE"/>
    <w:rsid w:val="00CD59E6"/>
    <w:rsid w:val="00CD72BF"/>
    <w:rsid w:val="00CE05BE"/>
    <w:rsid w:val="00CE59BA"/>
    <w:rsid w:val="00CF12D7"/>
    <w:rsid w:val="00CF4787"/>
    <w:rsid w:val="00CF695D"/>
    <w:rsid w:val="00D006F9"/>
    <w:rsid w:val="00D00A57"/>
    <w:rsid w:val="00D010B0"/>
    <w:rsid w:val="00D043CF"/>
    <w:rsid w:val="00D05988"/>
    <w:rsid w:val="00D05CFF"/>
    <w:rsid w:val="00D0650A"/>
    <w:rsid w:val="00D10C00"/>
    <w:rsid w:val="00D11C9D"/>
    <w:rsid w:val="00D135DA"/>
    <w:rsid w:val="00D15A5D"/>
    <w:rsid w:val="00D20CA1"/>
    <w:rsid w:val="00D2732D"/>
    <w:rsid w:val="00D347BD"/>
    <w:rsid w:val="00D348B9"/>
    <w:rsid w:val="00D37C33"/>
    <w:rsid w:val="00D42B6C"/>
    <w:rsid w:val="00D43778"/>
    <w:rsid w:val="00D440C0"/>
    <w:rsid w:val="00D57075"/>
    <w:rsid w:val="00D61352"/>
    <w:rsid w:val="00D62EF1"/>
    <w:rsid w:val="00D63DB0"/>
    <w:rsid w:val="00D66572"/>
    <w:rsid w:val="00D7052E"/>
    <w:rsid w:val="00D705D9"/>
    <w:rsid w:val="00D718A1"/>
    <w:rsid w:val="00D71D21"/>
    <w:rsid w:val="00D732FA"/>
    <w:rsid w:val="00D744D0"/>
    <w:rsid w:val="00D80078"/>
    <w:rsid w:val="00D80F09"/>
    <w:rsid w:val="00D82430"/>
    <w:rsid w:val="00D86998"/>
    <w:rsid w:val="00D94761"/>
    <w:rsid w:val="00D96E74"/>
    <w:rsid w:val="00DA4CE8"/>
    <w:rsid w:val="00DA6016"/>
    <w:rsid w:val="00DA7A93"/>
    <w:rsid w:val="00DB1F0C"/>
    <w:rsid w:val="00DC0F63"/>
    <w:rsid w:val="00DC2458"/>
    <w:rsid w:val="00DC25D0"/>
    <w:rsid w:val="00DC6266"/>
    <w:rsid w:val="00DC6336"/>
    <w:rsid w:val="00DC7A4D"/>
    <w:rsid w:val="00DD3DDB"/>
    <w:rsid w:val="00DD491D"/>
    <w:rsid w:val="00DE5AAE"/>
    <w:rsid w:val="00DF04E5"/>
    <w:rsid w:val="00DF2023"/>
    <w:rsid w:val="00DF3572"/>
    <w:rsid w:val="00DF5642"/>
    <w:rsid w:val="00E07089"/>
    <w:rsid w:val="00E1039C"/>
    <w:rsid w:val="00E17179"/>
    <w:rsid w:val="00E22E4A"/>
    <w:rsid w:val="00E25A22"/>
    <w:rsid w:val="00E26A25"/>
    <w:rsid w:val="00E316D3"/>
    <w:rsid w:val="00E43EE9"/>
    <w:rsid w:val="00E46F1B"/>
    <w:rsid w:val="00E55257"/>
    <w:rsid w:val="00E56C68"/>
    <w:rsid w:val="00E57C6B"/>
    <w:rsid w:val="00E63E85"/>
    <w:rsid w:val="00E6781D"/>
    <w:rsid w:val="00E67AA8"/>
    <w:rsid w:val="00E7025B"/>
    <w:rsid w:val="00E7131C"/>
    <w:rsid w:val="00E77A94"/>
    <w:rsid w:val="00E77C5A"/>
    <w:rsid w:val="00E8224C"/>
    <w:rsid w:val="00E87C3D"/>
    <w:rsid w:val="00E901C2"/>
    <w:rsid w:val="00EA0125"/>
    <w:rsid w:val="00EA163C"/>
    <w:rsid w:val="00EA43C0"/>
    <w:rsid w:val="00EA49CC"/>
    <w:rsid w:val="00EA53D1"/>
    <w:rsid w:val="00EA5FE6"/>
    <w:rsid w:val="00EB49B0"/>
    <w:rsid w:val="00EB7EDB"/>
    <w:rsid w:val="00EC5312"/>
    <w:rsid w:val="00EC69B2"/>
    <w:rsid w:val="00ED176D"/>
    <w:rsid w:val="00ED48C5"/>
    <w:rsid w:val="00ED55BF"/>
    <w:rsid w:val="00ED7C7F"/>
    <w:rsid w:val="00EE5907"/>
    <w:rsid w:val="00EE5C79"/>
    <w:rsid w:val="00EE6BB1"/>
    <w:rsid w:val="00EF01C1"/>
    <w:rsid w:val="00F00FFF"/>
    <w:rsid w:val="00F02E92"/>
    <w:rsid w:val="00F04029"/>
    <w:rsid w:val="00F04DBF"/>
    <w:rsid w:val="00F11415"/>
    <w:rsid w:val="00F11877"/>
    <w:rsid w:val="00F12EA6"/>
    <w:rsid w:val="00F130D5"/>
    <w:rsid w:val="00F15F73"/>
    <w:rsid w:val="00F1646E"/>
    <w:rsid w:val="00F206EC"/>
    <w:rsid w:val="00F2141F"/>
    <w:rsid w:val="00F214B0"/>
    <w:rsid w:val="00F21B7D"/>
    <w:rsid w:val="00F22CD6"/>
    <w:rsid w:val="00F26E7C"/>
    <w:rsid w:val="00F34AF5"/>
    <w:rsid w:val="00F35C0A"/>
    <w:rsid w:val="00F35EFB"/>
    <w:rsid w:val="00F37AB3"/>
    <w:rsid w:val="00F43B08"/>
    <w:rsid w:val="00F4476B"/>
    <w:rsid w:val="00F47957"/>
    <w:rsid w:val="00F54982"/>
    <w:rsid w:val="00F55052"/>
    <w:rsid w:val="00F63C4A"/>
    <w:rsid w:val="00F65B34"/>
    <w:rsid w:val="00F66901"/>
    <w:rsid w:val="00F66970"/>
    <w:rsid w:val="00F7197E"/>
    <w:rsid w:val="00F7383B"/>
    <w:rsid w:val="00F74B3B"/>
    <w:rsid w:val="00F7656A"/>
    <w:rsid w:val="00F81AB0"/>
    <w:rsid w:val="00F8573D"/>
    <w:rsid w:val="00F90E28"/>
    <w:rsid w:val="00F94C3B"/>
    <w:rsid w:val="00F97070"/>
    <w:rsid w:val="00FA6DAF"/>
    <w:rsid w:val="00FB11B5"/>
    <w:rsid w:val="00FB179C"/>
    <w:rsid w:val="00FB7126"/>
    <w:rsid w:val="00FB7FB6"/>
    <w:rsid w:val="00FC14FC"/>
    <w:rsid w:val="00FC5ED1"/>
    <w:rsid w:val="00FC7EBB"/>
    <w:rsid w:val="00FD3506"/>
    <w:rsid w:val="00FD6047"/>
    <w:rsid w:val="00FD6EAA"/>
    <w:rsid w:val="00FE5697"/>
    <w:rsid w:val="00FF1022"/>
    <w:rsid w:val="00FF1C26"/>
    <w:rsid w:val="00FF4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096"/>
    <w:pPr>
      <w:tabs>
        <w:tab w:val="left" w:pos="567"/>
      </w:tabs>
      <w:spacing w:before="120" w:after="12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3E85"/>
    <w:pPr>
      <w:keepNext/>
      <w:keepLines/>
      <w:spacing w:before="240"/>
      <w:outlineLvl w:val="1"/>
    </w:pPr>
    <w:rPr>
      <w:rFonts w:ascii="Cambria" w:eastAsiaTheme="majorEastAsia" w:hAnsi="Cambria" w:cstheme="majorBidi"/>
      <w:b/>
      <w:bCs/>
      <w:color w:val="1F497D" w:themeColor="text2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Nod">
    <w:name w:val="NrNod"/>
    <w:basedOn w:val="ListParagraph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DefaultParagraphFont"/>
    <w:link w:val="NrNod"/>
    <w:rsid w:val="002633AC"/>
    <w:rPr>
      <w:rFonts w:ascii="Calibri" w:hAnsi="Calibri"/>
      <w:sz w:val="18"/>
    </w:rPr>
  </w:style>
  <w:style w:type="paragraph" w:styleId="ListParagraph">
    <w:name w:val="List Paragraph"/>
    <w:basedOn w:val="Normal"/>
    <w:uiPriority w:val="34"/>
    <w:qFormat/>
    <w:rsid w:val="00D10C00"/>
    <w:pPr>
      <w:numPr>
        <w:numId w:val="5"/>
      </w:numPr>
    </w:pPr>
  </w:style>
  <w:style w:type="paragraph" w:customStyle="1" w:styleId="Titlu31">
    <w:name w:val="Titlu 31"/>
    <w:basedOn w:val="Normal"/>
    <w:next w:val="Heading3"/>
    <w:qFormat/>
    <w:rsid w:val="0082545A"/>
    <w:pPr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4F11FB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4F11FB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  <w:style w:type="table" w:styleId="TableGrid">
    <w:name w:val="Table Grid"/>
    <w:basedOn w:val="TableNormal"/>
    <w:uiPriority w:val="59"/>
    <w:rsid w:val="000D0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D02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026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026A"/>
    <w:rPr>
      <w:rFonts w:ascii="Calibri" w:eastAsiaTheme="minorEastAsia" w:hAnsi="Calibri" w:cs="Times New Roman"/>
      <w:sz w:val="20"/>
      <w:szCs w:val="20"/>
      <w:lang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2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26A"/>
    <w:rPr>
      <w:rFonts w:ascii="Calibri" w:eastAsiaTheme="minorEastAsia" w:hAnsi="Calibri" w:cs="Times New Roman"/>
      <w:b/>
      <w:bCs/>
      <w:sz w:val="20"/>
      <w:szCs w:val="20"/>
      <w:lang w:eastAsia="ro-RO"/>
    </w:rPr>
  </w:style>
  <w:style w:type="character" w:styleId="Hyperlink">
    <w:name w:val="Hyperlink"/>
    <w:basedOn w:val="DefaultParagraphFont"/>
    <w:uiPriority w:val="99"/>
    <w:unhideWhenUsed/>
    <w:rsid w:val="001B57CF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733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eastAsia="Times New Roman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733CE"/>
    <w:rPr>
      <w:rFonts w:ascii="Courier New" w:eastAsia="Times New Roman" w:hAnsi="Courier New" w:cs="Courier New"/>
      <w:sz w:val="20"/>
      <w:szCs w:val="20"/>
      <w:lang w:eastAsia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AD4667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914375"/>
    <w:rPr>
      <w:b/>
      <w:bCs/>
    </w:rPr>
  </w:style>
  <w:style w:type="table" w:customStyle="1" w:styleId="Tabelgril1">
    <w:name w:val="Tabel grilă1"/>
    <w:basedOn w:val="TableNormal"/>
    <w:next w:val="TableGrid"/>
    <w:uiPriority w:val="59"/>
    <w:rsid w:val="00621EA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E63E85"/>
    <w:rPr>
      <w:rFonts w:ascii="Cambria" w:eastAsiaTheme="majorEastAsia" w:hAnsi="Cambria" w:cstheme="majorBidi"/>
      <w:b/>
      <w:bCs/>
      <w:color w:val="1F497D" w:themeColor="text2"/>
      <w:sz w:val="24"/>
      <w:szCs w:val="26"/>
      <w:lang w:eastAsia="ro-RO"/>
    </w:rPr>
  </w:style>
  <w:style w:type="character" w:styleId="HTMLCode">
    <w:name w:val="HTML Code"/>
    <w:basedOn w:val="DefaultParagraphFont"/>
    <w:uiPriority w:val="99"/>
    <w:semiHidden/>
    <w:unhideWhenUsed/>
    <w:rsid w:val="0008435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p.net/manual/en/ref.strings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F9603AE5-5330-42B5-B434-46CEE9DC827B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614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tao</Company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</dc:creator>
  <cp:lastModifiedBy>user</cp:lastModifiedBy>
  <cp:revision>30</cp:revision>
  <cp:lastPrinted>2013-10-02T19:27:00Z</cp:lastPrinted>
  <dcterms:created xsi:type="dcterms:W3CDTF">2015-01-19T20:51:00Z</dcterms:created>
  <dcterms:modified xsi:type="dcterms:W3CDTF">2017-01-09T23:06:00Z</dcterms:modified>
</cp:coreProperties>
</file>